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76" w:rsidRDefault="00786376"/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19.03.2019 г.                                                                          498-р</w:t>
      </w: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распоряжение </w:t>
      </w: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администрации Балашовского муниципального</w:t>
      </w: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района от 01.02.2019 г. № 152-р «</w:t>
      </w:r>
      <w:r w:rsidRPr="00BD22E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2EF">
        <w:rPr>
          <w:rFonts w:ascii="Times New Roman" w:hAnsi="Times New Roman" w:cs="Times New Roman"/>
          <w:b/>
          <w:bCs/>
          <w:sz w:val="28"/>
          <w:szCs w:val="28"/>
        </w:rPr>
        <w:t xml:space="preserve">границ закрепленных территорий </w:t>
      </w: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2EF">
        <w:rPr>
          <w:rFonts w:ascii="Times New Roman" w:hAnsi="Times New Roman" w:cs="Times New Roman"/>
          <w:b/>
          <w:bCs/>
          <w:sz w:val="28"/>
          <w:szCs w:val="28"/>
        </w:rPr>
        <w:t xml:space="preserve">за муниципальными общеобразовательными </w:t>
      </w: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2EF">
        <w:rPr>
          <w:rFonts w:ascii="Times New Roman" w:hAnsi="Times New Roman" w:cs="Times New Roman"/>
          <w:b/>
          <w:bCs/>
          <w:sz w:val="28"/>
          <w:szCs w:val="28"/>
        </w:rPr>
        <w:t xml:space="preserve">учреждениями Балашовского муниципального района </w:t>
      </w:r>
    </w:p>
    <w:p w:rsidR="00786376" w:rsidRPr="00BD22EF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2EF">
        <w:rPr>
          <w:rFonts w:ascii="Times New Roman" w:hAnsi="Times New Roman" w:cs="Times New Roman"/>
          <w:b/>
          <w:bCs/>
          <w:sz w:val="28"/>
          <w:szCs w:val="28"/>
        </w:rPr>
        <w:t>в целях обеспечения прав на получение общего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BD22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6376" w:rsidRDefault="00786376" w:rsidP="002750AC">
      <w:pPr>
        <w:spacing w:after="0" w:line="240" w:lineRule="auto"/>
      </w:pPr>
    </w:p>
    <w:p w:rsidR="00786376" w:rsidRDefault="00786376" w:rsidP="00275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376" w:rsidRDefault="00786376" w:rsidP="00275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C4">
        <w:rPr>
          <w:rFonts w:ascii="Times New Roman" w:hAnsi="Times New Roman" w:cs="Times New Roman"/>
          <w:sz w:val="28"/>
          <w:szCs w:val="28"/>
        </w:rPr>
        <w:t>В соответствии с п.11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041C4">
        <w:rPr>
          <w:rFonts w:ascii="Times New Roman" w:hAnsi="Times New Roman" w:cs="Times New Roman"/>
          <w:sz w:val="28"/>
          <w:szCs w:val="28"/>
        </w:rPr>
        <w:t>15 Федерального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1C4">
        <w:rPr>
          <w:rFonts w:ascii="Times New Roman" w:hAnsi="Times New Roman" w:cs="Times New Roman"/>
          <w:sz w:val="28"/>
          <w:szCs w:val="28"/>
        </w:rPr>
        <w:t>г. №131- ФЗ «Об общих принципах организации местного самоуправления в Российской Федерации», Федеральным законом от 29.12.2012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1C4">
        <w:rPr>
          <w:rFonts w:ascii="Times New Roman" w:hAnsi="Times New Roman" w:cs="Times New Roman"/>
          <w:sz w:val="28"/>
          <w:szCs w:val="28"/>
        </w:rPr>
        <w:t>г. №273-Ф3 «Об образовании в Российской Федерации», приказом Министерства образования и науки Российской Федерации от 22.01.2014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1C4">
        <w:rPr>
          <w:rFonts w:ascii="Times New Roman" w:hAnsi="Times New Roman" w:cs="Times New Roman"/>
          <w:sz w:val="28"/>
          <w:szCs w:val="28"/>
        </w:rPr>
        <w:t xml:space="preserve">г. №32 «Об утверждении порядка приема граждан на обучение по образовательным программам начального общего, основного общего и среднего общего образования», на основании Устава Балашовского муниципального района </w:t>
      </w:r>
    </w:p>
    <w:p w:rsidR="00786376" w:rsidRDefault="00786376" w:rsidP="00275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376" w:rsidRDefault="00786376" w:rsidP="00A32381">
      <w:pPr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р</w:t>
      </w:r>
      <w:r w:rsidRPr="00B041C4">
        <w:rPr>
          <w:rFonts w:ascii="Times New Roman" w:hAnsi="Times New Roman" w:cs="Times New Roman"/>
          <w:sz w:val="28"/>
          <w:szCs w:val="28"/>
        </w:rPr>
        <w:t>аспоряжение администрации Балашовского мун</w:t>
      </w:r>
      <w:r>
        <w:rPr>
          <w:rFonts w:ascii="Times New Roman" w:hAnsi="Times New Roman" w:cs="Times New Roman"/>
          <w:sz w:val="28"/>
          <w:szCs w:val="28"/>
        </w:rPr>
        <w:t>иципального района от 01.02.2019 г. №152</w:t>
      </w:r>
      <w:r w:rsidRPr="00B041C4">
        <w:rPr>
          <w:rFonts w:ascii="Times New Roman" w:hAnsi="Times New Roman" w:cs="Times New Roman"/>
          <w:sz w:val="28"/>
          <w:szCs w:val="28"/>
        </w:rPr>
        <w:t>-р «Об утверждении границ закрепленных территорий за муниципальными общеобразовательными учреждениями Балашовского муниципального района в целях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прав на получение </w:t>
      </w:r>
      <w:r w:rsidRPr="00B041C4">
        <w:rPr>
          <w:rFonts w:ascii="Times New Roman" w:hAnsi="Times New Roman" w:cs="Times New Roman"/>
          <w:sz w:val="28"/>
          <w:szCs w:val="28"/>
        </w:rPr>
        <w:t>общего образования»</w:t>
      </w:r>
      <w:r>
        <w:rPr>
          <w:rFonts w:ascii="Times New Roman" w:hAnsi="Times New Roman" w:cs="Times New Roman"/>
          <w:sz w:val="28"/>
          <w:szCs w:val="28"/>
        </w:rPr>
        <w:t>, изложив приложение к данному распоряжению в новой редакции.</w:t>
      </w:r>
    </w:p>
    <w:p w:rsidR="00786376" w:rsidRDefault="00786376" w:rsidP="00CD2F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6376" w:rsidRPr="002F692B" w:rsidRDefault="00786376" w:rsidP="00CD2F55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F55">
        <w:rPr>
          <w:rFonts w:ascii="Times New Roman" w:hAnsi="Times New Roman" w:cs="Times New Roman"/>
          <w:sz w:val="28"/>
          <w:szCs w:val="28"/>
        </w:rPr>
        <w:t>Отделу информации и общественных отношений администрации Балашовского муниципального района (Александрова Е.В.) опубликовать настоящее распоряжение в средствах массовой информации.</w:t>
      </w:r>
    </w:p>
    <w:p w:rsidR="00786376" w:rsidRDefault="00786376" w:rsidP="002F692B">
      <w:pPr>
        <w:pStyle w:val="ListParagraph"/>
        <w:tabs>
          <w:tab w:val="left" w:pos="851"/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86376" w:rsidRDefault="00786376" w:rsidP="002F692B">
      <w:pPr>
        <w:pStyle w:val="ListParagraph"/>
        <w:tabs>
          <w:tab w:val="left" w:pos="851"/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86376" w:rsidRPr="00CD2F55" w:rsidRDefault="00786376" w:rsidP="002F692B">
      <w:pPr>
        <w:pStyle w:val="ListParagraph"/>
        <w:tabs>
          <w:tab w:val="left" w:pos="851"/>
          <w:tab w:val="left" w:pos="993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86376" w:rsidRPr="00CD2F55" w:rsidRDefault="00786376" w:rsidP="00CD2F55">
      <w:pPr>
        <w:pStyle w:val="ListParagraph"/>
        <w:numPr>
          <w:ilvl w:val="0"/>
          <w:numId w:val="2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F55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 на заместителя главы администрации Балашовского муниципального рай</w:t>
      </w:r>
      <w:r>
        <w:rPr>
          <w:rFonts w:ascii="Times New Roman" w:hAnsi="Times New Roman" w:cs="Times New Roman"/>
          <w:sz w:val="28"/>
          <w:szCs w:val="28"/>
        </w:rPr>
        <w:t xml:space="preserve">она по социальным вопросам </w:t>
      </w:r>
      <w:r w:rsidRPr="00CD2F55">
        <w:rPr>
          <w:rFonts w:ascii="Times New Roman" w:hAnsi="Times New Roman" w:cs="Times New Roman"/>
          <w:sz w:val="28"/>
          <w:szCs w:val="28"/>
        </w:rPr>
        <w:t>Дубовенко</w:t>
      </w:r>
      <w:r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786376" w:rsidRPr="0010700D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6376" w:rsidRDefault="00786376" w:rsidP="00B041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41C4">
        <w:rPr>
          <w:rFonts w:ascii="Times New Roman" w:hAnsi="Times New Roman" w:cs="Times New Roman"/>
          <w:b/>
          <w:bCs/>
          <w:sz w:val="28"/>
          <w:szCs w:val="28"/>
        </w:rPr>
        <w:t xml:space="preserve">Глава Балашовского </w:t>
      </w:r>
    </w:p>
    <w:p w:rsidR="00786376" w:rsidRDefault="00786376" w:rsidP="00C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1C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  <w:r w:rsidRPr="00B041C4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B041C4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</w:t>
      </w:r>
      <w:r w:rsidRPr="00B041C4">
        <w:rPr>
          <w:rFonts w:ascii="Times New Roman" w:hAnsi="Times New Roman" w:cs="Times New Roman"/>
          <w:b/>
          <w:bCs/>
          <w:sz w:val="28"/>
          <w:szCs w:val="28"/>
        </w:rPr>
        <w:t>П.М. Петраков</w:t>
      </w:r>
    </w:p>
    <w:sectPr w:rsidR="00786376" w:rsidSect="00B041C4">
      <w:pgSz w:w="11906" w:h="16838"/>
      <w:pgMar w:top="1134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A4F"/>
    <w:multiLevelType w:val="hybridMultilevel"/>
    <w:tmpl w:val="48881D54"/>
    <w:lvl w:ilvl="0" w:tplc="9EFCC0F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F533DD"/>
    <w:multiLevelType w:val="hybridMultilevel"/>
    <w:tmpl w:val="929CD4C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20FB"/>
    <w:rsid w:val="0010700D"/>
    <w:rsid w:val="002750AC"/>
    <w:rsid w:val="002A4DA6"/>
    <w:rsid w:val="002B25F1"/>
    <w:rsid w:val="002F692B"/>
    <w:rsid w:val="00302207"/>
    <w:rsid w:val="0039560D"/>
    <w:rsid w:val="00482184"/>
    <w:rsid w:val="0055413B"/>
    <w:rsid w:val="005851A1"/>
    <w:rsid w:val="00786376"/>
    <w:rsid w:val="008F6F68"/>
    <w:rsid w:val="009833C6"/>
    <w:rsid w:val="00A32381"/>
    <w:rsid w:val="00B041C4"/>
    <w:rsid w:val="00BD22EF"/>
    <w:rsid w:val="00C77B86"/>
    <w:rsid w:val="00C83C05"/>
    <w:rsid w:val="00CD2F55"/>
    <w:rsid w:val="00CF6F6B"/>
    <w:rsid w:val="00D65225"/>
    <w:rsid w:val="00E82040"/>
    <w:rsid w:val="00ED20FB"/>
    <w:rsid w:val="00FE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F6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D20F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D2F5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261</Words>
  <Characters>1494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</dc:title>
  <dc:subject/>
  <dc:creator>Пользователь Windows</dc:creator>
  <cp:keywords/>
  <dc:description/>
  <cp:lastModifiedBy>Делопроизводство</cp:lastModifiedBy>
  <cp:revision>2</cp:revision>
  <cp:lastPrinted>2019-03-15T09:56:00Z</cp:lastPrinted>
  <dcterms:created xsi:type="dcterms:W3CDTF">2019-03-19T07:31:00Z</dcterms:created>
  <dcterms:modified xsi:type="dcterms:W3CDTF">2019-03-19T07:31:00Z</dcterms:modified>
</cp:coreProperties>
</file>