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Ind w:w="-106" w:type="dxa"/>
        <w:tblLook w:val="01E0"/>
      </w:tblPr>
      <w:tblGrid>
        <w:gridCol w:w="3379"/>
        <w:gridCol w:w="2129"/>
        <w:gridCol w:w="4680"/>
      </w:tblGrid>
      <w:tr w:rsidR="00072D29" w:rsidRPr="00451AA8">
        <w:tc>
          <w:tcPr>
            <w:tcW w:w="3379" w:type="dxa"/>
          </w:tcPr>
          <w:p w:rsidR="00072D29" w:rsidRPr="00451AA8" w:rsidRDefault="00072D29" w:rsidP="00C632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072D29" w:rsidRPr="00451AA8" w:rsidRDefault="00072D29" w:rsidP="00C632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072D29" w:rsidRPr="00451AA8" w:rsidRDefault="00072D29" w:rsidP="00C632AF">
            <w:pPr>
              <w:jc w:val="center"/>
              <w:rPr>
                <w:sz w:val="24"/>
                <w:szCs w:val="24"/>
              </w:rPr>
            </w:pPr>
            <w:r w:rsidRPr="00451AA8">
              <w:rPr>
                <w:sz w:val="24"/>
                <w:szCs w:val="24"/>
              </w:rPr>
              <w:t>Приложение</w:t>
            </w:r>
          </w:p>
          <w:p w:rsidR="00072D29" w:rsidRPr="00451AA8" w:rsidRDefault="00072D29" w:rsidP="001E5F02">
            <w:pPr>
              <w:jc w:val="both"/>
              <w:rPr>
                <w:sz w:val="24"/>
                <w:szCs w:val="24"/>
              </w:rPr>
            </w:pPr>
            <w:r w:rsidRPr="00451AA8">
              <w:rPr>
                <w:sz w:val="24"/>
                <w:szCs w:val="24"/>
              </w:rPr>
              <w:t>к распоряжению администрации Балашовского муниципального района от “_</w:t>
            </w:r>
            <w:r>
              <w:rPr>
                <w:sz w:val="24"/>
                <w:szCs w:val="24"/>
              </w:rPr>
              <w:t>14</w:t>
            </w:r>
            <w:r w:rsidRPr="00451AA8">
              <w:rPr>
                <w:sz w:val="24"/>
                <w:szCs w:val="24"/>
              </w:rPr>
              <w:t>” ____</w:t>
            </w:r>
            <w:r>
              <w:rPr>
                <w:sz w:val="24"/>
                <w:szCs w:val="24"/>
              </w:rPr>
              <w:t>01</w:t>
            </w:r>
            <w:r w:rsidRPr="00451AA8">
              <w:rPr>
                <w:sz w:val="24"/>
                <w:szCs w:val="24"/>
              </w:rPr>
              <w:t>__ 2016г. № __</w:t>
            </w:r>
            <w:r>
              <w:rPr>
                <w:sz w:val="24"/>
                <w:szCs w:val="24"/>
              </w:rPr>
              <w:t>34-р</w:t>
            </w:r>
            <w:r w:rsidRPr="00451AA8">
              <w:rPr>
                <w:sz w:val="24"/>
                <w:szCs w:val="24"/>
              </w:rPr>
              <w:t>_____</w:t>
            </w:r>
          </w:p>
        </w:tc>
      </w:tr>
    </w:tbl>
    <w:p w:rsidR="00072D29" w:rsidRPr="000C3D89" w:rsidRDefault="00072D29" w:rsidP="004835CD">
      <w:pPr>
        <w:shd w:val="clear" w:color="auto" w:fill="FFFFFF"/>
        <w:ind w:right="24"/>
        <w:jc w:val="center"/>
        <w:rPr>
          <w:b/>
          <w:bCs/>
          <w:spacing w:val="-1"/>
          <w:sz w:val="24"/>
          <w:szCs w:val="24"/>
        </w:rPr>
      </w:pPr>
    </w:p>
    <w:p w:rsidR="00072D29" w:rsidRDefault="00072D29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</w:p>
    <w:p w:rsidR="00072D29" w:rsidRDefault="00072D29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Рекомендации </w:t>
      </w:r>
    </w:p>
    <w:p w:rsidR="00072D29" w:rsidRDefault="00072D29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по обеспечению безопасности граждан при организации крещенских купаний на территории Балашовского муниципального района</w:t>
      </w:r>
    </w:p>
    <w:p w:rsidR="00072D29" w:rsidRDefault="00072D29" w:rsidP="004835CD">
      <w:pPr>
        <w:shd w:val="clear" w:color="auto" w:fill="FFFFFF"/>
        <w:ind w:right="24"/>
        <w:jc w:val="center"/>
      </w:pPr>
    </w:p>
    <w:p w:rsidR="00072D29" w:rsidRPr="001E5F02" w:rsidRDefault="00072D29" w:rsidP="001E5F02">
      <w:pPr>
        <w:pStyle w:val="ListParagraph"/>
        <w:numPr>
          <w:ilvl w:val="0"/>
          <w:numId w:val="3"/>
        </w:numPr>
        <w:shd w:val="clear" w:color="auto" w:fill="FFFFFF"/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Безопасность граждан при организации крещенских купаний обеспечивается: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назначением лиц, ответственных за проведение мероприятия;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подготовкой и оборудованием мест проведения крещенских купаний;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соблюдение дисциплины купающимися;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1"/>
          <w:sz w:val="28"/>
          <w:szCs w:val="28"/>
        </w:rPr>
        <w:t xml:space="preserve">- организованностью и четким выполнением своих обязанностей лицами,  </w:t>
      </w:r>
      <w:r w:rsidRPr="001E5F02">
        <w:rPr>
          <w:sz w:val="28"/>
          <w:szCs w:val="28"/>
        </w:rPr>
        <w:t>ответственными за проведением мероприятия;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1"/>
          <w:sz w:val="28"/>
          <w:szCs w:val="28"/>
        </w:rPr>
        <w:t xml:space="preserve">-организацией медицинского контроля, готовностью спасательной службы и </w:t>
      </w:r>
      <w:r w:rsidRPr="001E5F02">
        <w:rPr>
          <w:sz w:val="28"/>
          <w:szCs w:val="28"/>
        </w:rPr>
        <w:t>поддержанием правопорядка сотрудниками МО МВД России “Балашовский”;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1E5F02">
        <w:rPr>
          <w:spacing w:val="-1"/>
          <w:sz w:val="28"/>
          <w:szCs w:val="28"/>
        </w:rPr>
        <w:t>- освещением в СМИ порядка и правил проведения крещенских купаний.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shd w:val="clear" w:color="auto" w:fill="FFFFFF"/>
        <w:tabs>
          <w:tab w:val="left" w:pos="0"/>
          <w:tab w:val="left" w:pos="284"/>
          <w:tab w:val="left" w:pos="851"/>
        </w:tabs>
        <w:ind w:firstLine="567"/>
        <w:jc w:val="both"/>
        <w:rPr>
          <w:sz w:val="28"/>
          <w:szCs w:val="28"/>
        </w:rPr>
      </w:pPr>
      <w:r w:rsidRPr="001E5F02">
        <w:rPr>
          <w:spacing w:val="-22"/>
          <w:sz w:val="28"/>
          <w:szCs w:val="28"/>
        </w:rPr>
        <w:t>2.</w:t>
      </w:r>
      <w:r w:rsidRPr="001E5F02">
        <w:rPr>
          <w:sz w:val="28"/>
          <w:szCs w:val="28"/>
        </w:rPr>
        <w:tab/>
      </w:r>
      <w:r w:rsidRPr="001E5F02">
        <w:rPr>
          <w:spacing w:val="-2"/>
          <w:sz w:val="28"/>
          <w:szCs w:val="28"/>
        </w:rPr>
        <w:t xml:space="preserve">Ответственные за оборудование проруби и организацию безопасности при </w:t>
      </w:r>
      <w:r w:rsidRPr="001E5F02">
        <w:rPr>
          <w:sz w:val="28"/>
          <w:szCs w:val="28"/>
        </w:rPr>
        <w:t xml:space="preserve">купании должны учитывать специфику условий зимнего купания (скорость </w:t>
      </w:r>
      <w:r w:rsidRPr="001E5F02">
        <w:rPr>
          <w:spacing w:val="-2"/>
          <w:sz w:val="28"/>
          <w:szCs w:val="28"/>
        </w:rPr>
        <w:t xml:space="preserve">течения воды, температуру воздуха, силу ветра, глубину, состояние дна и размер </w:t>
      </w:r>
      <w:r w:rsidRPr="001E5F02">
        <w:rPr>
          <w:sz w:val="28"/>
          <w:szCs w:val="28"/>
        </w:rPr>
        <w:t xml:space="preserve">проруби, особенности выхода из нее, удаленность теплого помещения и т. д.), </w:t>
      </w:r>
      <w:r w:rsidRPr="001E5F02">
        <w:rPr>
          <w:spacing w:val="-2"/>
          <w:sz w:val="28"/>
          <w:szCs w:val="28"/>
        </w:rPr>
        <w:t xml:space="preserve">чтобы полностью устранить возможность возникновения опасных ситуаций и </w:t>
      </w:r>
      <w:r w:rsidRPr="001E5F02">
        <w:rPr>
          <w:sz w:val="28"/>
          <w:szCs w:val="28"/>
        </w:rPr>
        <w:t>несчастных случаев.</w:t>
      </w:r>
    </w:p>
    <w:p w:rsidR="00072D29" w:rsidRPr="001E5F02" w:rsidRDefault="00072D29" w:rsidP="001E5F02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pacing w:val="-21"/>
          <w:sz w:val="28"/>
          <w:szCs w:val="28"/>
        </w:rPr>
        <w:t xml:space="preserve">3.  </w:t>
      </w:r>
      <w:r w:rsidRPr="001E5F02">
        <w:rPr>
          <w:sz w:val="28"/>
          <w:szCs w:val="28"/>
        </w:rPr>
        <w:t>Место для проруби должно быть выбрано при соблюдении следующих условии: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скорость течения в районе проруби не должна превышать 0,25 м/с;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толщина льда в месте устройства проруби должна быть не менее 25 см;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дно проруби должно быть ровным, лучше песчаным, без крутых уклонов водорослей, коряг, крупных камней, посторонних предметов, способных вызвать </w:t>
      </w:r>
      <w:r w:rsidRPr="001E5F02">
        <w:rPr>
          <w:sz w:val="28"/>
          <w:szCs w:val="28"/>
        </w:rPr>
        <w:t>травмы;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берег в районе проруби должен быть удобным для движения в обоих направлениях, а прорубь, по возможности, защищенной от ветра;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желательно, чтобы невдалеке от проруби располагалось теплое помещение </w:t>
      </w:r>
      <w:r w:rsidRPr="001E5F02">
        <w:rPr>
          <w:sz w:val="28"/>
          <w:szCs w:val="28"/>
        </w:rPr>
        <w:t>(раздевалка).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 xml:space="preserve">4. </w:t>
      </w:r>
      <w:r w:rsidRPr="001E5F02">
        <w:rPr>
          <w:spacing w:val="-2"/>
          <w:sz w:val="28"/>
          <w:szCs w:val="28"/>
        </w:rPr>
        <w:t xml:space="preserve">Немаловажное значение имеют размеры проруби. Оптимальный размер </w:t>
      </w:r>
      <w:r w:rsidRPr="001E5F02">
        <w:rPr>
          <w:sz w:val="28"/>
          <w:szCs w:val="28"/>
        </w:rPr>
        <w:t>проруби по площади составляет 10-12 м</w:t>
      </w:r>
      <w:r w:rsidRPr="001E5F02">
        <w:rPr>
          <w:sz w:val="28"/>
          <w:szCs w:val="28"/>
          <w:vertAlign w:val="superscript"/>
        </w:rPr>
        <w:t>2</w:t>
      </w:r>
      <w:r w:rsidRPr="001E5F02">
        <w:rPr>
          <w:sz w:val="28"/>
          <w:szCs w:val="28"/>
        </w:rPr>
        <w:t xml:space="preserve">. Такая прорубь достаточна для одновременного пребывания в ней до 5 человек без скучиванья и соприкосновений с дедовой кромкой; ее расчистка требует сравнительно </w:t>
      </w:r>
      <w:r w:rsidRPr="001E5F02">
        <w:rPr>
          <w:spacing w:val="-2"/>
          <w:sz w:val="28"/>
          <w:szCs w:val="28"/>
        </w:rPr>
        <w:t xml:space="preserve">небольшой </w:t>
      </w:r>
      <w:r w:rsidRPr="001E5F02">
        <w:rPr>
          <w:sz w:val="28"/>
          <w:szCs w:val="28"/>
        </w:rPr>
        <w:t>зат</w:t>
      </w:r>
      <w:r w:rsidRPr="001E5F02">
        <w:rPr>
          <w:spacing w:val="-2"/>
          <w:sz w:val="28"/>
          <w:szCs w:val="28"/>
        </w:rPr>
        <w:t xml:space="preserve">раты физического труда. Оптимальные размеры проруби должны </w:t>
      </w:r>
      <w:r w:rsidRPr="001E5F02">
        <w:rPr>
          <w:spacing w:val="-5"/>
          <w:sz w:val="28"/>
          <w:szCs w:val="28"/>
        </w:rPr>
        <w:t xml:space="preserve">составлять 2x3 </w:t>
      </w:r>
      <w:r w:rsidRPr="001E5F02">
        <w:rPr>
          <w:sz w:val="28"/>
          <w:szCs w:val="28"/>
        </w:rPr>
        <w:t>м.</w:t>
      </w:r>
      <w:r w:rsidRPr="001E5F02">
        <w:rPr>
          <w:spacing w:val="-5"/>
          <w:sz w:val="28"/>
          <w:szCs w:val="28"/>
        </w:rPr>
        <w:t xml:space="preserve"> максимальная глубина не более </w:t>
      </w:r>
      <w:r w:rsidRPr="001E5F02">
        <w:rPr>
          <w:spacing w:val="11"/>
          <w:sz w:val="28"/>
          <w:szCs w:val="28"/>
        </w:rPr>
        <w:t>1,2-1,</w:t>
      </w:r>
      <w:r w:rsidRPr="001E5F02">
        <w:rPr>
          <w:spacing w:val="-5"/>
          <w:sz w:val="28"/>
          <w:szCs w:val="28"/>
        </w:rPr>
        <w:t xml:space="preserve">5м. В местах с глубинами </w:t>
      </w:r>
      <w:r w:rsidRPr="001E5F02">
        <w:rPr>
          <w:sz w:val="28"/>
          <w:szCs w:val="28"/>
        </w:rPr>
        <w:t>более 1,5м. дно проруби должно быть оборудовано деревянным настилом. Проруби меньших размеров неудобны и опасны.</w:t>
      </w:r>
    </w:p>
    <w:p w:rsidR="00072D29" w:rsidRPr="001E5F02" w:rsidRDefault="00072D29" w:rsidP="001E5F02">
      <w:pPr>
        <w:shd w:val="clear" w:color="auto" w:fill="FFFFFF"/>
        <w:tabs>
          <w:tab w:val="left" w:pos="792"/>
        </w:tabs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5. По форме следует отдавать предпочтение проруби прямоугольной формы. </w:t>
      </w:r>
      <w:r w:rsidRPr="001E5F02">
        <w:rPr>
          <w:sz w:val="28"/>
          <w:szCs w:val="28"/>
        </w:rPr>
        <w:t xml:space="preserve">Такую прорубь проще оборудовать, удобнее чистить ото льда, из нее легче выходить, контролировать купающихся и, при необходимости, оказывать помощь. У края проруби устанавливают и прочно закрепляют (вмораживают) удобные деревянные  пли  металлические лестницы с поручнями, имеющие не </w:t>
      </w:r>
      <w:r w:rsidRPr="001E5F02">
        <w:rPr>
          <w:spacing w:val="-3"/>
          <w:sz w:val="28"/>
          <w:szCs w:val="28"/>
        </w:rPr>
        <w:t xml:space="preserve">менее 5   ступенек. Металлические   поручни   обматывают   изоляционной или </w:t>
      </w:r>
      <w:r w:rsidRPr="001E5F02">
        <w:rPr>
          <w:sz w:val="28"/>
          <w:szCs w:val="28"/>
        </w:rPr>
        <w:t>киперной лентой или надевают на них резиновый шланг.</w:t>
      </w:r>
    </w:p>
    <w:p w:rsidR="00072D29" w:rsidRPr="001E5F02" w:rsidRDefault="00072D29" w:rsidP="001E5F02">
      <w:pPr>
        <w:shd w:val="clear" w:color="auto" w:fill="FFFFFF"/>
        <w:tabs>
          <w:tab w:val="left" w:pos="792"/>
        </w:tabs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pStyle w:val="ListParagraph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284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Перед купанием прорубь полностью очищают ото льда, а при глубине проруби менее 3 м обязательно поднимают вырезанные участки льда на поверхность.</w:t>
      </w:r>
    </w:p>
    <w:p w:rsidR="00072D29" w:rsidRPr="001E5F02" w:rsidRDefault="00072D29" w:rsidP="001E5F02">
      <w:pPr>
        <w:shd w:val="clear" w:color="auto" w:fill="FFFFFF"/>
        <w:tabs>
          <w:tab w:val="left" w:pos="0"/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pStyle w:val="ListParagraph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567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Иордань для забора питьевой воды выполняется в виде креста с шириной</w:t>
      </w:r>
      <w:r w:rsidRPr="001E5F02">
        <w:rPr>
          <w:sz w:val="28"/>
          <w:szCs w:val="28"/>
        </w:rPr>
        <w:br/>
        <w:t>40 см. и длиной 2-2,5м. и располагается от проруби выше по течению на расстоянии 80м.</w:t>
      </w:r>
    </w:p>
    <w:p w:rsidR="00072D29" w:rsidRPr="001E5F02" w:rsidRDefault="00072D29" w:rsidP="001E5F02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  <w:r w:rsidRPr="001E5F02">
        <w:rPr>
          <w:sz w:val="28"/>
          <w:szCs w:val="28"/>
        </w:rPr>
        <w:t>В районе проруби вместе с купающимися одновременно не должно находиться более 10 человек.</w:t>
      </w:r>
    </w:p>
    <w:p w:rsidR="00072D29" w:rsidRPr="001E5F02" w:rsidRDefault="00072D29" w:rsidP="001E5F02">
      <w:p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</w:p>
    <w:p w:rsidR="00072D29" w:rsidRPr="001E5F02" w:rsidRDefault="00072D29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18"/>
          <w:sz w:val="28"/>
          <w:szCs w:val="28"/>
        </w:rPr>
      </w:pPr>
      <w:r w:rsidRPr="001E5F02">
        <w:rPr>
          <w:sz w:val="28"/>
          <w:szCs w:val="28"/>
        </w:rPr>
        <w:t>Прорубь для купания должна быть хорошо освещена, при этом должны быть соблюдены все правила электро- и пожарной безопасности.</w:t>
      </w:r>
    </w:p>
    <w:p w:rsidR="00072D29" w:rsidRPr="001E5F02" w:rsidRDefault="00072D29" w:rsidP="001E5F02">
      <w:pPr>
        <w:pStyle w:val="ListParagraph"/>
        <w:ind w:left="0" w:firstLine="567"/>
        <w:jc w:val="both"/>
        <w:rPr>
          <w:spacing w:val="-18"/>
          <w:sz w:val="28"/>
          <w:szCs w:val="28"/>
        </w:rPr>
      </w:pPr>
    </w:p>
    <w:p w:rsidR="00072D29" w:rsidRPr="001E5F02" w:rsidRDefault="00072D29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  <w:r w:rsidRPr="001E5F02">
        <w:rPr>
          <w:spacing w:val="-1"/>
          <w:sz w:val="28"/>
          <w:szCs w:val="28"/>
        </w:rPr>
        <w:t>У проруби в обязательном порядке:</w:t>
      </w:r>
    </w:p>
    <w:p w:rsidR="00072D29" w:rsidRPr="001E5F02" w:rsidRDefault="00072D29" w:rsidP="001E5F02">
      <w:pPr>
        <w:shd w:val="clear" w:color="auto" w:fill="FFFFFF"/>
        <w:tabs>
          <w:tab w:val="left" w:pos="7714"/>
        </w:tabs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разворачиваются мобильный спасательный пост и пост оказания неотложной </w:t>
      </w:r>
      <w:r w:rsidRPr="001E5F02">
        <w:rPr>
          <w:spacing w:val="-3"/>
          <w:sz w:val="28"/>
          <w:szCs w:val="28"/>
        </w:rPr>
        <w:t>медицинской помощи с необходимым оборудованием;</w:t>
      </w:r>
      <w:r w:rsidRPr="001E5F02">
        <w:rPr>
          <w:rFonts w:ascii="Arial"/>
          <w:sz w:val="28"/>
          <w:szCs w:val="28"/>
        </w:rPr>
        <w:tab/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дежурство сотрудников МО МВД России “Балашовский” для поддержания общественного порядка;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группа из инициативных граждан, регулирующих организованный подход к проруби купающихся и зрителей;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пост телефонной связи на случай экстренного вызова дополнительных спасательных сил и средств.</w:t>
      </w:r>
    </w:p>
    <w:p w:rsidR="00072D29" w:rsidRPr="001E5F02" w:rsidRDefault="00072D29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72D29" w:rsidRPr="001E5F02" w:rsidRDefault="00072D29" w:rsidP="001E5F02">
      <w:pPr>
        <w:pStyle w:val="ListParagraph"/>
        <w:numPr>
          <w:ilvl w:val="0"/>
          <w:numId w:val="2"/>
        </w:numPr>
        <w:shd w:val="clear" w:color="auto" w:fill="FFFFFF"/>
        <w:tabs>
          <w:tab w:val="left" w:pos="907"/>
        </w:tabs>
        <w:ind w:left="0"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Pr="001E5F02">
        <w:rPr>
          <w:spacing w:val="-1"/>
          <w:sz w:val="28"/>
          <w:szCs w:val="28"/>
        </w:rPr>
        <w:t>Выезд на лед автомобилей и других транспортных средств категорически</w:t>
      </w:r>
      <w:r w:rsidRPr="001E5F02">
        <w:rPr>
          <w:spacing w:val="-1"/>
          <w:sz w:val="28"/>
          <w:szCs w:val="28"/>
        </w:rPr>
        <w:br/>
      </w:r>
      <w:r w:rsidRPr="001E5F02">
        <w:rPr>
          <w:sz w:val="28"/>
          <w:szCs w:val="28"/>
        </w:rPr>
        <w:t>запрещен.</w:t>
      </w:r>
    </w:p>
    <w:p w:rsidR="00072D29" w:rsidRDefault="00072D29" w:rsidP="001E5F02">
      <w:pPr>
        <w:shd w:val="clear" w:color="auto" w:fill="FFFFFF"/>
        <w:tabs>
          <w:tab w:val="left" w:pos="792"/>
        </w:tabs>
        <w:ind w:firstLine="567"/>
        <w:jc w:val="both"/>
        <w:rPr>
          <w:spacing w:val="-26"/>
          <w:sz w:val="28"/>
          <w:szCs w:val="28"/>
        </w:rPr>
      </w:pPr>
    </w:p>
    <w:p w:rsidR="00072D29" w:rsidRPr="001E5F02" w:rsidRDefault="00072D29" w:rsidP="001E5F02">
      <w:pPr>
        <w:shd w:val="clear" w:color="auto" w:fill="FFFFFF"/>
        <w:tabs>
          <w:tab w:val="left" w:pos="792"/>
        </w:tabs>
        <w:ind w:firstLine="567"/>
        <w:jc w:val="both"/>
        <w:rPr>
          <w:spacing w:val="-26"/>
          <w:sz w:val="28"/>
          <w:szCs w:val="28"/>
        </w:rPr>
      </w:pPr>
    </w:p>
    <w:p w:rsidR="00072D29" w:rsidRDefault="00072D29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p w:rsidR="00072D29" w:rsidRDefault="00072D29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p w:rsidR="00072D29" w:rsidRDefault="00072D29" w:rsidP="004835C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 Балашовского </w:t>
      </w:r>
    </w:p>
    <w:p w:rsidR="00072D29" w:rsidRDefault="00072D29" w:rsidP="004835C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А.А.Москалев</w:t>
      </w:r>
    </w:p>
    <w:p w:rsidR="00072D29" w:rsidRDefault="00072D29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sectPr w:rsidR="00072D29" w:rsidSect="001E5F02">
      <w:type w:val="continuous"/>
      <w:pgSz w:w="11909" w:h="16834"/>
      <w:pgMar w:top="1134" w:right="571" w:bottom="851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6488"/>
    <w:multiLevelType w:val="hybridMultilevel"/>
    <w:tmpl w:val="B94E8A64"/>
    <w:lvl w:ilvl="0" w:tplc="3FA4FD58">
      <w:start w:val="1"/>
      <w:numFmt w:val="decimal"/>
      <w:lvlText w:val="%1."/>
      <w:lvlJc w:val="left"/>
      <w:pPr>
        <w:ind w:left="928" w:hanging="360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D4D2EF2"/>
    <w:multiLevelType w:val="singleLevel"/>
    <w:tmpl w:val="12DE0F84"/>
    <w:lvl w:ilvl="0">
      <w:start w:val="7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2">
    <w:nsid w:val="53ED6F96"/>
    <w:multiLevelType w:val="hybridMultilevel"/>
    <w:tmpl w:val="1324BA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93CB0"/>
    <w:multiLevelType w:val="singleLevel"/>
    <w:tmpl w:val="37AE90A0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5BB"/>
    <w:rsid w:val="00072D29"/>
    <w:rsid w:val="000C3D89"/>
    <w:rsid w:val="001E5F02"/>
    <w:rsid w:val="003C35BB"/>
    <w:rsid w:val="00451AA8"/>
    <w:rsid w:val="004835CD"/>
    <w:rsid w:val="004C47E4"/>
    <w:rsid w:val="008342B0"/>
    <w:rsid w:val="00842788"/>
    <w:rsid w:val="009703F9"/>
    <w:rsid w:val="00994756"/>
    <w:rsid w:val="00AC13A3"/>
    <w:rsid w:val="00B60AC7"/>
    <w:rsid w:val="00BC503D"/>
    <w:rsid w:val="00C344B7"/>
    <w:rsid w:val="00C632AF"/>
    <w:rsid w:val="00E9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8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4B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60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0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591</Words>
  <Characters>3374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Пользователь</dc:creator>
  <cp:keywords/>
  <dc:description/>
  <cp:lastModifiedBy>Делопроизводство</cp:lastModifiedBy>
  <cp:revision>2</cp:revision>
  <cp:lastPrinted>2016-01-13T11:56:00Z</cp:lastPrinted>
  <dcterms:created xsi:type="dcterms:W3CDTF">2016-01-15T12:55:00Z</dcterms:created>
  <dcterms:modified xsi:type="dcterms:W3CDTF">2016-01-15T12:55:00Z</dcterms:modified>
</cp:coreProperties>
</file>