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27.12.2013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325-п</w:t>
      </w: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D3EC6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Положения «О порядке</w:t>
      </w: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взаимодействия уполномоченного органа</w:t>
      </w: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закупкам товаров, работ, услуг</w:t>
      </w: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заказчиков Балашовского муниципального</w:t>
      </w: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района»</w:t>
      </w: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5436" w:rsidRDefault="00635436" w:rsidP="003D3E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5436" w:rsidRDefault="00635436" w:rsidP="003D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3D3EC6">
        <w:rPr>
          <w:rFonts w:ascii="Times New Roman" w:hAnsi="Times New Roman" w:cs="Times New Roman"/>
          <w:sz w:val="28"/>
          <w:szCs w:val="28"/>
        </w:rPr>
        <w:t>Во исполнение</w:t>
      </w:r>
      <w:r>
        <w:rPr>
          <w:rFonts w:ascii="Times New Roman" w:hAnsi="Times New Roman" w:cs="Times New Roman"/>
          <w:sz w:val="28"/>
          <w:szCs w:val="28"/>
        </w:rPr>
        <w:t xml:space="preserve"> статьи 26 Федерального закона «О контрактной системе в сфере закупок товаров, работ, услуг для обеспечения государственных и муниципальных нужд» администрация Балашовского муниципального района</w:t>
      </w:r>
    </w:p>
    <w:p w:rsidR="00635436" w:rsidRDefault="00635436" w:rsidP="003D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E84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35436" w:rsidRDefault="00635436" w:rsidP="003D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«О порядке взаимодействия уполномоченного органа по закупкам товаров, работ, услуг и заказчиков Балашовского муниципального района», согласно Приложению № 1 к настоящему постановлению.</w:t>
      </w:r>
    </w:p>
    <w:p w:rsidR="00635436" w:rsidRDefault="00635436" w:rsidP="003D3EC6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 информации, общественных отношений и работе с молодежью администрации Балашовского муниципального района (Васильева Л.А.) опубликовать настоящее постановление в средствах массовой информации.</w:t>
      </w:r>
    </w:p>
    <w:p w:rsidR="00635436" w:rsidRDefault="00635436" w:rsidP="003D3EC6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опубликования и распространяется на правоотношения, возникшие с 01.01.2014 года.</w:t>
      </w:r>
    </w:p>
    <w:p w:rsidR="00635436" w:rsidRDefault="00635436" w:rsidP="00E84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E84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436" w:rsidRPr="00E84FC5" w:rsidRDefault="00635436" w:rsidP="00E84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3D3EC6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Балашовского муниципального  района по экономике и инвестиционной политике И.В.Талалайкина.</w:t>
      </w:r>
    </w:p>
    <w:p w:rsidR="00635436" w:rsidRDefault="00635436" w:rsidP="00860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860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436" w:rsidRDefault="00635436" w:rsidP="00860A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администрации Балашовского</w:t>
      </w:r>
    </w:p>
    <w:p w:rsidR="00635436" w:rsidRPr="00860A44" w:rsidRDefault="00635436" w:rsidP="00860A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                                                        А.А.Москалева</w:t>
      </w:r>
    </w:p>
    <w:sectPr w:rsidR="00635436" w:rsidRPr="00860A44" w:rsidSect="00E60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05030"/>
    <w:multiLevelType w:val="hybridMultilevel"/>
    <w:tmpl w:val="F626A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EC6"/>
    <w:rsid w:val="00154E44"/>
    <w:rsid w:val="003D3EC6"/>
    <w:rsid w:val="004E7817"/>
    <w:rsid w:val="00523D5B"/>
    <w:rsid w:val="005A33F2"/>
    <w:rsid w:val="00635436"/>
    <w:rsid w:val="00674BAC"/>
    <w:rsid w:val="006B59B8"/>
    <w:rsid w:val="00721D84"/>
    <w:rsid w:val="007B1104"/>
    <w:rsid w:val="008023EA"/>
    <w:rsid w:val="00860A44"/>
    <w:rsid w:val="008F2A29"/>
    <w:rsid w:val="00AC2C21"/>
    <w:rsid w:val="00CF36EA"/>
    <w:rsid w:val="00D02800"/>
    <w:rsid w:val="00D22BAC"/>
    <w:rsid w:val="00E60316"/>
    <w:rsid w:val="00E84FC5"/>
    <w:rsid w:val="00E93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31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D3EC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674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4B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193</Words>
  <Characters>1102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«О порядке</dc:title>
  <dc:subject/>
  <dc:creator>Отдел закупок</dc:creator>
  <cp:keywords/>
  <dc:description/>
  <cp:lastModifiedBy>Делопроизводство</cp:lastModifiedBy>
  <cp:revision>3</cp:revision>
  <cp:lastPrinted>2013-12-20T10:53:00Z</cp:lastPrinted>
  <dcterms:created xsi:type="dcterms:W3CDTF">2013-12-20T11:56:00Z</dcterms:created>
  <dcterms:modified xsi:type="dcterms:W3CDTF">2013-12-30T10:13:00Z</dcterms:modified>
</cp:coreProperties>
</file>