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-106" w:type="dxa"/>
        <w:tblLook w:val="00A0"/>
      </w:tblPr>
      <w:tblGrid>
        <w:gridCol w:w="980"/>
        <w:gridCol w:w="3320"/>
        <w:gridCol w:w="2380"/>
        <w:gridCol w:w="2780"/>
      </w:tblGrid>
      <w:tr w:rsidR="00644383" w:rsidRPr="000A4605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_A1_D95"/>
            <w:bookmarkEnd w:id="0"/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к муниципальной</w:t>
            </w:r>
          </w:p>
        </w:tc>
      </w:tr>
      <w:tr w:rsidR="00644383" w:rsidRPr="000A4605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программе "Развитие местного</w:t>
            </w:r>
          </w:p>
        </w:tc>
      </w:tr>
      <w:tr w:rsidR="00644383" w:rsidRPr="000A4605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самоуправление в Балашовском</w:t>
            </w:r>
          </w:p>
        </w:tc>
      </w:tr>
      <w:tr w:rsidR="00644383" w:rsidRPr="000A4605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районе на 2018-2020 годы"</w:t>
            </w:r>
          </w:p>
        </w:tc>
      </w:tr>
      <w:tr w:rsidR="00644383" w:rsidRPr="000A4605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383" w:rsidRPr="000A4605">
        <w:trPr>
          <w:trHeight w:val="495"/>
        </w:trPr>
        <w:tc>
          <w:tcPr>
            <w:tcW w:w="9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Система (перечень) мероприятий Программы</w:t>
            </w:r>
          </w:p>
        </w:tc>
      </w:tr>
      <w:tr w:rsidR="00644383" w:rsidRPr="000A4605">
        <w:trPr>
          <w:trHeight w:val="14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Срок исполнения (годы)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Объем финансового обеспечения </w:t>
            </w:r>
          </w:p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(тыс. рублей в действующих ценах) </w:t>
            </w:r>
          </w:p>
        </w:tc>
      </w:tr>
      <w:tr w:rsidR="00644383" w:rsidRPr="000A4605">
        <w:trPr>
          <w:trHeight w:val="60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специализированного программного обеспечения и оргтехники, включая региональный и муниципальный компоненты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2834,6</w:t>
            </w:r>
          </w:p>
        </w:tc>
      </w:tr>
      <w:tr w:rsidR="00644383" w:rsidRPr="000A4605">
        <w:trPr>
          <w:trHeight w:val="6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778</w:t>
            </w:r>
          </w:p>
        </w:tc>
      </w:tr>
      <w:tr w:rsidR="00644383" w:rsidRPr="000A4605">
        <w:trPr>
          <w:trHeight w:val="6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1061,9</w:t>
            </w:r>
          </w:p>
        </w:tc>
      </w:tr>
      <w:tr w:rsidR="00644383" w:rsidRPr="000A4605">
        <w:trPr>
          <w:trHeight w:val="6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994,7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Балашовского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237,5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124,5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финансам администрации Балашовского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431,5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143,4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157,7</w:t>
            </w:r>
          </w:p>
        </w:tc>
      </w:tr>
      <w:tr w:rsidR="00644383" w:rsidRPr="000A4605">
        <w:trPr>
          <w:trHeight w:val="45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«Управление сельского хозяйства администрации Балашовского муниципального района»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644383" w:rsidRPr="000A4605">
        <w:trPr>
          <w:trHeight w:val="45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644383" w:rsidRPr="000A4605">
        <w:trPr>
          <w:trHeight w:val="45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644383" w:rsidRPr="000A4605">
        <w:trPr>
          <w:trHeight w:val="45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образования администрации Балашовского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1141,5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393,5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депутатов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202,1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644383" w:rsidRPr="000A4605">
        <w:trPr>
          <w:trHeight w:val="423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Балашовского муниципального района"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44383" w:rsidRPr="000A4605">
        <w:trPr>
          <w:trHeight w:val="401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644383" w:rsidRPr="000A4605">
        <w:trPr>
          <w:trHeight w:val="42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644383" w:rsidRPr="000A4605">
        <w:trPr>
          <w:trHeight w:val="44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644383" w:rsidRPr="000A4605">
        <w:trPr>
          <w:trHeight w:val="88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Участие в обеспечении подготовки, переподготовки и повышения квалификации лиц, замещающих выборные муниципальные должности, а также профессиональной подготовки, переподготовки и повышения квалификации муниципальных служащих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работников муниципальных учреждений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698,1</w:t>
            </w:r>
          </w:p>
        </w:tc>
      </w:tr>
      <w:tr w:rsidR="00644383" w:rsidRPr="000A4605">
        <w:trPr>
          <w:trHeight w:val="88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374,2</w:t>
            </w:r>
          </w:p>
        </w:tc>
      </w:tr>
      <w:tr w:rsidR="00644383" w:rsidRPr="000A4605">
        <w:trPr>
          <w:trHeight w:val="88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183,9</w:t>
            </w:r>
          </w:p>
        </w:tc>
      </w:tr>
      <w:tr w:rsidR="00644383" w:rsidRPr="000A4605">
        <w:trPr>
          <w:trHeight w:val="88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депутатов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Балашовского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350,6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210,6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образования администрации Балашовского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финансам администрации Балашовского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4383" w:rsidRPr="000A4605">
        <w:trPr>
          <w:trHeight w:val="43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сельского хозяйства Балашовского муниципального района"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644383" w:rsidRPr="000A4605">
        <w:trPr>
          <w:trHeight w:val="43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644383" w:rsidRPr="000A4605">
        <w:trPr>
          <w:trHeight w:val="43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43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64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строительству и жилищно-коммунальному хозяйству, архитектуре и градостроительству Балашовского муниципального района"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644383" w:rsidRPr="000A4605">
        <w:trPr>
          <w:trHeight w:val="64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644383" w:rsidRPr="000A4605">
        <w:trPr>
          <w:trHeight w:val="48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56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51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Балашовского муниципального района"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644383" w:rsidRPr="000A4605">
        <w:trPr>
          <w:trHeight w:val="51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644383" w:rsidRPr="000A4605">
        <w:trPr>
          <w:trHeight w:val="51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51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«Административно-хозяйственное управление Балашовского муниципального района»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</w:tr>
      <w:tr w:rsidR="00644383" w:rsidRPr="000A4605">
        <w:trPr>
          <w:trHeight w:val="37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644383" w:rsidRPr="000A4605">
        <w:trPr>
          <w:trHeight w:val="375"/>
        </w:trPr>
        <w:tc>
          <w:tcPr>
            <w:tcW w:w="4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3532,7</w:t>
            </w:r>
          </w:p>
        </w:tc>
      </w:tr>
      <w:tr w:rsidR="00644383" w:rsidRPr="000A4605">
        <w:trPr>
          <w:trHeight w:val="375"/>
        </w:trPr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1152,2</w:t>
            </w:r>
          </w:p>
        </w:tc>
      </w:tr>
      <w:tr w:rsidR="00644383" w:rsidRPr="000A4605">
        <w:trPr>
          <w:trHeight w:val="375"/>
        </w:trPr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1245,8</w:t>
            </w:r>
          </w:p>
        </w:tc>
      </w:tr>
      <w:tr w:rsidR="00644383" w:rsidRPr="000A4605">
        <w:trPr>
          <w:trHeight w:val="375"/>
        </w:trPr>
        <w:tc>
          <w:tcPr>
            <w:tcW w:w="4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383" w:rsidRPr="00332E1C" w:rsidRDefault="00644383" w:rsidP="00332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2E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1134,7</w:t>
            </w:r>
          </w:p>
        </w:tc>
      </w:tr>
    </w:tbl>
    <w:p w:rsidR="00644383" w:rsidRDefault="00644383" w:rsidP="00332E1C">
      <w:bookmarkStart w:id="1" w:name="_GoBack"/>
      <w:bookmarkEnd w:id="1"/>
    </w:p>
    <w:sectPr w:rsidR="00644383" w:rsidSect="0091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E1C"/>
    <w:rsid w:val="000A4605"/>
    <w:rsid w:val="00332E1C"/>
    <w:rsid w:val="003554E1"/>
    <w:rsid w:val="00644383"/>
    <w:rsid w:val="00911411"/>
    <w:rsid w:val="00A32948"/>
    <w:rsid w:val="00E70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411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32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2E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8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530</Words>
  <Characters>3026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муниципальной</dc:title>
  <dc:subject/>
  <dc:creator>User</dc:creator>
  <cp:keywords/>
  <dc:description/>
  <cp:lastModifiedBy>Делопроизводство</cp:lastModifiedBy>
  <cp:revision>2</cp:revision>
  <cp:lastPrinted>2018-01-31T09:27:00Z</cp:lastPrinted>
  <dcterms:created xsi:type="dcterms:W3CDTF">2018-02-05T06:42:00Z</dcterms:created>
  <dcterms:modified xsi:type="dcterms:W3CDTF">2018-02-05T06:42:00Z</dcterms:modified>
</cp:coreProperties>
</file>