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A0" w:rsidRPr="00D65574" w:rsidRDefault="00D050A0" w:rsidP="00A33E5B">
      <w:pPr>
        <w:rPr>
          <w:b/>
          <w:bCs/>
          <w:sz w:val="16"/>
          <w:szCs w:val="16"/>
        </w:rPr>
      </w:pPr>
    </w:p>
    <w:p w:rsidR="00D050A0" w:rsidRPr="007B3C5E" w:rsidRDefault="00D050A0" w:rsidP="00D675FC">
      <w:pPr>
        <w:ind w:left="709"/>
        <w:jc w:val="center"/>
        <w:rPr>
          <w:b/>
          <w:bCs/>
        </w:rPr>
      </w:pPr>
      <w:r w:rsidRPr="007B3C5E">
        <w:rPr>
          <w:b/>
          <w:bCs/>
        </w:rPr>
        <w:t>П Л А Н</w:t>
      </w:r>
    </w:p>
    <w:p w:rsidR="00D050A0" w:rsidRPr="007B3C5E" w:rsidRDefault="00D050A0" w:rsidP="00D675FC">
      <w:pPr>
        <w:ind w:left="709"/>
        <w:jc w:val="center"/>
        <w:rPr>
          <w:b/>
          <w:bCs/>
        </w:rPr>
      </w:pPr>
      <w:r w:rsidRPr="007B3C5E">
        <w:rPr>
          <w:b/>
          <w:bCs/>
        </w:rPr>
        <w:t xml:space="preserve"> совместных мероприятий по безопасности дорожного движения </w:t>
      </w:r>
    </w:p>
    <w:p w:rsidR="00D050A0" w:rsidRPr="007B3C5E" w:rsidRDefault="00D050A0" w:rsidP="00D675FC">
      <w:pPr>
        <w:ind w:left="709"/>
        <w:jc w:val="center"/>
        <w:rPr>
          <w:b/>
          <w:bCs/>
        </w:rPr>
      </w:pPr>
      <w:r>
        <w:rPr>
          <w:b/>
          <w:bCs/>
        </w:rPr>
        <w:t>о</w:t>
      </w:r>
      <w:r w:rsidRPr="007B3C5E">
        <w:rPr>
          <w:b/>
          <w:bCs/>
        </w:rPr>
        <w:t>тдела ГИБДД  МО МВД России «Балашовск</w:t>
      </w:r>
      <w:r>
        <w:rPr>
          <w:b/>
          <w:bCs/>
        </w:rPr>
        <w:t>ий» Саратовской области и управления</w:t>
      </w:r>
      <w:r w:rsidRPr="007B3C5E">
        <w:rPr>
          <w:b/>
          <w:bCs/>
        </w:rPr>
        <w:t xml:space="preserve"> образования </w:t>
      </w:r>
    </w:p>
    <w:p w:rsidR="00D050A0" w:rsidRPr="007B3C5E" w:rsidRDefault="00D050A0" w:rsidP="00D675FC">
      <w:pPr>
        <w:ind w:left="709"/>
        <w:jc w:val="center"/>
        <w:rPr>
          <w:b/>
          <w:bCs/>
        </w:rPr>
      </w:pPr>
      <w:r>
        <w:rPr>
          <w:b/>
          <w:bCs/>
        </w:rPr>
        <w:t>администрации Балашовского м</w:t>
      </w:r>
      <w:r w:rsidRPr="007B3C5E">
        <w:rPr>
          <w:b/>
          <w:bCs/>
        </w:rPr>
        <w:t xml:space="preserve">униципального района </w:t>
      </w:r>
    </w:p>
    <w:p w:rsidR="00D050A0" w:rsidRPr="007B3C5E" w:rsidRDefault="00D050A0" w:rsidP="00D675FC">
      <w:pPr>
        <w:ind w:left="709"/>
        <w:jc w:val="center"/>
        <w:rPr>
          <w:b/>
          <w:bCs/>
        </w:rPr>
      </w:pPr>
      <w:r>
        <w:rPr>
          <w:b/>
          <w:bCs/>
        </w:rPr>
        <w:t>на 2018</w:t>
      </w:r>
      <w:r w:rsidRPr="007B3C5E">
        <w:rPr>
          <w:b/>
          <w:bCs/>
        </w:rPr>
        <w:t xml:space="preserve"> </w:t>
      </w:r>
      <w:r>
        <w:rPr>
          <w:b/>
          <w:bCs/>
        </w:rPr>
        <w:t xml:space="preserve">-2021 </w:t>
      </w:r>
      <w:r w:rsidRPr="007B3C5E">
        <w:rPr>
          <w:b/>
          <w:bCs/>
        </w:rPr>
        <w:t xml:space="preserve"> год</w:t>
      </w:r>
      <w:r>
        <w:rPr>
          <w:b/>
          <w:bCs/>
        </w:rPr>
        <w:t>ы</w:t>
      </w:r>
    </w:p>
    <w:tbl>
      <w:tblPr>
        <w:tblW w:w="15168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1"/>
        <w:gridCol w:w="7473"/>
        <w:gridCol w:w="2693"/>
        <w:gridCol w:w="2126"/>
        <w:gridCol w:w="1985"/>
      </w:tblGrid>
      <w:tr w:rsidR="00D050A0">
        <w:tc>
          <w:tcPr>
            <w:tcW w:w="891" w:type="dxa"/>
            <w:vAlign w:val="center"/>
          </w:tcPr>
          <w:p w:rsidR="00D050A0" w:rsidRDefault="00D050A0" w:rsidP="00D60F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7473" w:type="dxa"/>
            <w:vAlign w:val="center"/>
          </w:tcPr>
          <w:p w:rsidR="00D050A0" w:rsidRDefault="00D050A0" w:rsidP="00D60F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693" w:type="dxa"/>
            <w:vAlign w:val="center"/>
          </w:tcPr>
          <w:p w:rsidR="00D050A0" w:rsidRDefault="00D050A0" w:rsidP="00D60F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исполнения</w:t>
            </w:r>
          </w:p>
        </w:tc>
        <w:tc>
          <w:tcPr>
            <w:tcW w:w="2126" w:type="dxa"/>
            <w:vAlign w:val="center"/>
          </w:tcPr>
          <w:p w:rsidR="00D050A0" w:rsidRDefault="00D050A0" w:rsidP="00D60F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  <w:tc>
          <w:tcPr>
            <w:tcW w:w="1985" w:type="dxa"/>
            <w:vAlign w:val="center"/>
          </w:tcPr>
          <w:p w:rsidR="00D050A0" w:rsidRDefault="00D050A0" w:rsidP="00D60F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Отметка об исполнении</w:t>
            </w: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участие в проведении Дня знаний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1 сентября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Default="00D050A0" w:rsidP="00C02149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инструктивно-методических совещаний преподавателей-организаторов ОБЖ по БДД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1 раз в два месяца</w:t>
            </w:r>
          </w:p>
        </w:tc>
        <w:tc>
          <w:tcPr>
            <w:tcW w:w="2126" w:type="dxa"/>
          </w:tcPr>
          <w:p w:rsidR="00D050A0" w:rsidRPr="00C02149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 xml:space="preserve">Организация и обучение членов ЮИД Правилам дорожного движения  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школьного и районного туров конкурса творческих работ «Дорога и мы»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Октябрь - март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в районе “Недели безопасности”</w:t>
            </w:r>
          </w:p>
        </w:tc>
        <w:tc>
          <w:tcPr>
            <w:tcW w:w="2693" w:type="dxa"/>
          </w:tcPr>
          <w:p w:rsidR="00D050A0" w:rsidRDefault="00D050A0" w:rsidP="00927905">
            <w:pPr>
              <w:jc w:val="center"/>
            </w:pPr>
            <w:r>
              <w:t xml:space="preserve"> Сентябр</w:t>
            </w:r>
            <w:bookmarkStart w:id="0" w:name="_GoBack"/>
            <w:bookmarkEnd w:id="0"/>
            <w:r>
              <w:t xml:space="preserve">ь 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Проведение самоанализа деятельности ОУ по профилактике и предупреждению детского дорожно-транспортного травматизма (ДДТТ)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 xml:space="preserve">Декабрь 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Default="00D050A0" w:rsidP="00302704">
            <w:pPr>
              <w:ind w:left="-70"/>
              <w:jc w:val="center"/>
            </w:pPr>
            <w:r w:rsidRPr="00302704">
              <w:t>администрации Балашовского муниципального района</w:t>
            </w:r>
          </w:p>
          <w:p w:rsidR="00D050A0" w:rsidRDefault="00D050A0" w:rsidP="00302704">
            <w:pPr>
              <w:ind w:left="-70"/>
              <w:jc w:val="center"/>
            </w:pPr>
            <w:r w:rsidRPr="00302704">
              <w:t xml:space="preserve"> </w:t>
            </w: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Проверка деятельности ОУ по профилактике и предупреждению ДДТТ, оказание практической и методической помощи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“Недели защиты детей”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Апрель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Проведение методических совещаний для учителей начальных классов по вопросу “Методика преподавания Правил дорожного движения в интегрированном курсе ОБЖ”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По плану НМЦ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школьного и районного туров соревнования “Безопасное колесо”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 xml:space="preserve">Март-апрель 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A710F4">
            <w:pPr>
              <w:ind w:left="-70"/>
              <w:jc w:val="center"/>
            </w:pP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Подготовка команды района для участия в городских - зональных соревнованиях «Безопасное колесо»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 xml:space="preserve">Апрель 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Дней правовых знаний в ОУ совместно с  ОДН и другими службами РУВД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Анализ детского дорожно-транспортного травматизма, нарушений ПДД детьми в ОУ района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 xml:space="preserve">Ежемесячно 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в ДОУ и участие в проведении мероприятий по профилактике и предупреждению ДДТТ, оказание практической и методической помощи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30270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В соответствии с анализом ДТП с учащимися/воспитанниками  ОУ района на территории района и в других районах  города и области, готовить документы для принятия мер воздействия к родителям и лицам, ответственным за предупреждение ДДТТ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  <w:p w:rsidR="00D050A0" w:rsidRDefault="00D050A0" w:rsidP="00D60F89">
            <w:pPr>
              <w:jc w:val="center"/>
            </w:pP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Выносить на рассмотрение районной  Комиссии по ОБДД вопросы  ДДТТ, работы ОУ по предупреждению ДТП с участием детей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Освещение вопросов ДДТТ и мероприятий, направленных на предупреждение ДТП с участием детей в СМИ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30270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Обеспечение ОУ района имеющейся наглядной агитацией, методическими рекомендациями, информационными листами и т.п.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Проведение 1 этапа (теоретического) районных соревнований юных инспекторов движения «Школьник – Дорога – Автомобиль»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Март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Проведение 2 этапа районных соревнований «Школьник – Дорога – Автомобиль»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Апрель</w:t>
            </w:r>
          </w:p>
        </w:tc>
        <w:tc>
          <w:tcPr>
            <w:tcW w:w="2126" w:type="dxa"/>
          </w:tcPr>
          <w:p w:rsidR="00D050A0" w:rsidRPr="00302704" w:rsidRDefault="00D050A0" w:rsidP="00A710F4">
            <w:pPr>
              <w:ind w:left="-70"/>
              <w:jc w:val="center"/>
            </w:pPr>
            <w:r w:rsidRPr="00C02149">
              <w:t>ГИБДД  МО МВД России «Балашовский» Саратовской области</w:t>
            </w:r>
            <w:r w:rsidRPr="00302704">
              <w:t xml:space="preserve"> Управления образования </w:t>
            </w:r>
          </w:p>
          <w:p w:rsidR="00D050A0" w:rsidRPr="00302704" w:rsidRDefault="00D050A0" w:rsidP="00A710F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профилактической работы в период проведения Всероссийских операций «Внимание – дети!»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Сентябрь, май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rPr>
          <w:trHeight w:val="280"/>
        </w:trPr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показа в ОУ района видеофильмов по БДД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Обсуждение вопросов БДД и предупреждения ДДТТ на совещаниях директоров школ, заведующих ДОУ, педагогических советах, родительских собраниях и т.д.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Проведение смотра-конкурса среди ОУ района по профилактике ДДТТ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Проведение смотра-конкурса методических разработок открытых мероприятий по ПДД среди педагогов ОУ района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  <w:p w:rsidR="00D050A0" w:rsidRDefault="00D050A0" w:rsidP="00D60F89">
            <w:pPr>
              <w:jc w:val="center"/>
            </w:pP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Награждение победителей по итогам проведения районных организационно – массовых мероприятий по БДД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>Май</w:t>
            </w:r>
          </w:p>
        </w:tc>
        <w:tc>
          <w:tcPr>
            <w:tcW w:w="2126" w:type="dxa"/>
          </w:tcPr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  <w:tr w:rsidR="00D050A0">
        <w:tc>
          <w:tcPr>
            <w:tcW w:w="891" w:type="dxa"/>
          </w:tcPr>
          <w:p w:rsidR="00D050A0" w:rsidRDefault="00D050A0" w:rsidP="00D675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3" w:type="dxa"/>
          </w:tcPr>
          <w:p w:rsidR="00D050A0" w:rsidRDefault="00D050A0" w:rsidP="00D60F89">
            <w:pPr>
              <w:jc w:val="both"/>
            </w:pPr>
            <w:r>
              <w:t>Организация и проведение профилактической работы в ДОЛ в период летних каникул</w:t>
            </w:r>
          </w:p>
        </w:tc>
        <w:tc>
          <w:tcPr>
            <w:tcW w:w="2693" w:type="dxa"/>
          </w:tcPr>
          <w:p w:rsidR="00D050A0" w:rsidRDefault="00D050A0" w:rsidP="00D60F89">
            <w:pPr>
              <w:jc w:val="center"/>
            </w:pPr>
            <w:r>
              <w:t xml:space="preserve">По отдельному </w:t>
            </w:r>
          </w:p>
          <w:p w:rsidR="00D050A0" w:rsidRDefault="00D050A0" w:rsidP="00D60F89">
            <w:pPr>
              <w:jc w:val="center"/>
            </w:pPr>
            <w:r>
              <w:t>плану</w:t>
            </w:r>
          </w:p>
        </w:tc>
        <w:tc>
          <w:tcPr>
            <w:tcW w:w="2126" w:type="dxa"/>
          </w:tcPr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Управления образования </w:t>
            </w:r>
          </w:p>
          <w:p w:rsidR="00D050A0" w:rsidRPr="00302704" w:rsidRDefault="00D050A0" w:rsidP="00302704">
            <w:pPr>
              <w:ind w:left="-70"/>
              <w:jc w:val="center"/>
            </w:pPr>
            <w:r w:rsidRPr="00302704">
              <w:t xml:space="preserve">администрации Балашовского муниципального района </w:t>
            </w:r>
          </w:p>
          <w:p w:rsidR="00D050A0" w:rsidRDefault="00D050A0" w:rsidP="00D60F89">
            <w:pPr>
              <w:jc w:val="center"/>
            </w:pPr>
            <w:r w:rsidRPr="00C02149">
              <w:t>ГИБДД  МО МВД России «Балашовский» Саратовской области</w:t>
            </w:r>
          </w:p>
        </w:tc>
        <w:tc>
          <w:tcPr>
            <w:tcW w:w="1985" w:type="dxa"/>
          </w:tcPr>
          <w:p w:rsidR="00D050A0" w:rsidRDefault="00D050A0" w:rsidP="00D60F89">
            <w:pPr>
              <w:jc w:val="center"/>
            </w:pPr>
          </w:p>
        </w:tc>
      </w:tr>
    </w:tbl>
    <w:p w:rsidR="00D050A0" w:rsidRDefault="00D050A0" w:rsidP="00D675FC">
      <w:pPr>
        <w:rPr>
          <w:sz w:val="16"/>
          <w:szCs w:val="16"/>
        </w:rPr>
      </w:pPr>
    </w:p>
    <w:sectPr w:rsidR="00D050A0" w:rsidSect="00D675F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36766"/>
    <w:multiLevelType w:val="hybridMultilevel"/>
    <w:tmpl w:val="0FBE30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227"/>
    <w:rsid w:val="00227856"/>
    <w:rsid w:val="00302704"/>
    <w:rsid w:val="003D2B40"/>
    <w:rsid w:val="003E0A5B"/>
    <w:rsid w:val="004757FC"/>
    <w:rsid w:val="0052056D"/>
    <w:rsid w:val="005B4B27"/>
    <w:rsid w:val="005E6227"/>
    <w:rsid w:val="006A3B32"/>
    <w:rsid w:val="00792BF3"/>
    <w:rsid w:val="007B3C5E"/>
    <w:rsid w:val="007B7828"/>
    <w:rsid w:val="008E2106"/>
    <w:rsid w:val="00927905"/>
    <w:rsid w:val="009C1FB7"/>
    <w:rsid w:val="00A00539"/>
    <w:rsid w:val="00A0458B"/>
    <w:rsid w:val="00A33E5B"/>
    <w:rsid w:val="00A710F4"/>
    <w:rsid w:val="00B13CB4"/>
    <w:rsid w:val="00C02149"/>
    <w:rsid w:val="00C0373A"/>
    <w:rsid w:val="00C15D96"/>
    <w:rsid w:val="00C317DD"/>
    <w:rsid w:val="00D050A0"/>
    <w:rsid w:val="00D07C5C"/>
    <w:rsid w:val="00D15590"/>
    <w:rsid w:val="00D42E2F"/>
    <w:rsid w:val="00D60F89"/>
    <w:rsid w:val="00D65574"/>
    <w:rsid w:val="00D675FC"/>
    <w:rsid w:val="00ED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FC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1000</Words>
  <Characters>5703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subject/>
  <dc:creator>DPS_2</dc:creator>
  <cp:keywords/>
  <dc:description/>
  <cp:lastModifiedBy>Делопроизводство</cp:lastModifiedBy>
  <cp:revision>2</cp:revision>
  <cp:lastPrinted>2018-01-30T09:48:00Z</cp:lastPrinted>
  <dcterms:created xsi:type="dcterms:W3CDTF">2018-02-05T07:01:00Z</dcterms:created>
  <dcterms:modified xsi:type="dcterms:W3CDTF">2018-02-05T07:01:00Z</dcterms:modified>
</cp:coreProperties>
</file>