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BFB" w:rsidRDefault="00281BFB" w:rsidP="002252D2">
      <w:pPr>
        <w:ind w:left="4678"/>
      </w:pPr>
      <w:r>
        <w:t>Приложение</w:t>
      </w:r>
    </w:p>
    <w:p w:rsidR="00281BFB" w:rsidRDefault="00281BFB" w:rsidP="002252D2">
      <w:pPr>
        <w:ind w:left="4678"/>
      </w:pPr>
      <w:r>
        <w:t>к постановлению администрации</w:t>
      </w:r>
    </w:p>
    <w:p w:rsidR="00281BFB" w:rsidRDefault="00281BFB" w:rsidP="002252D2">
      <w:pPr>
        <w:ind w:left="4678"/>
      </w:pPr>
      <w:r>
        <w:t>Балашовского муниципального района</w:t>
      </w:r>
    </w:p>
    <w:p w:rsidR="00281BFB" w:rsidRDefault="00281BFB" w:rsidP="002252D2">
      <w:pPr>
        <w:ind w:left="4678"/>
      </w:pPr>
      <w:r>
        <w:t>№ _208-п_ от ___28.08.____ 2017 г</w:t>
      </w:r>
    </w:p>
    <w:p w:rsidR="00281BFB" w:rsidRDefault="00281BFB"/>
    <w:p w:rsidR="00281BFB" w:rsidRDefault="00281BFB"/>
    <w:p w:rsidR="00281BFB" w:rsidRDefault="00281BFB"/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  <w:r>
        <w:rPr>
          <w:rFonts w:ascii="Verdana" w:hAnsi="Verdana" w:cs="Verdana"/>
          <w:color w:val="663300"/>
          <w:sz w:val="22"/>
          <w:szCs w:val="22"/>
        </w:rPr>
        <w:t>Прейскурант</w:t>
      </w:r>
    </w:p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  <w:r>
        <w:rPr>
          <w:rFonts w:ascii="Verdana" w:hAnsi="Verdana" w:cs="Verdana"/>
          <w:color w:val="663300"/>
          <w:sz w:val="22"/>
          <w:szCs w:val="22"/>
        </w:rPr>
        <w:t xml:space="preserve"> на платные работы и услуги,</w:t>
      </w:r>
    </w:p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  <w:r>
        <w:rPr>
          <w:rFonts w:ascii="Verdana" w:hAnsi="Verdana" w:cs="Verdana"/>
          <w:color w:val="663300"/>
          <w:sz w:val="22"/>
          <w:szCs w:val="22"/>
        </w:rPr>
        <w:t xml:space="preserve">выполняемые и оказываемые </w:t>
      </w:r>
    </w:p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  <w:r>
        <w:rPr>
          <w:rFonts w:ascii="Verdana" w:hAnsi="Verdana" w:cs="Verdana"/>
          <w:color w:val="663300"/>
          <w:sz w:val="22"/>
          <w:szCs w:val="22"/>
        </w:rPr>
        <w:t>МБУДО Центр «Созвездие» г. Балашова</w:t>
      </w:r>
    </w:p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</w:p>
    <w:p w:rsidR="00281BFB" w:rsidRDefault="00281BFB" w:rsidP="005E006A">
      <w:pPr>
        <w:pStyle w:val="Heading3"/>
        <w:spacing w:before="0" w:beforeAutospacing="0" w:after="0" w:afterAutospacing="0"/>
        <w:jc w:val="center"/>
        <w:rPr>
          <w:rFonts w:ascii="Verdana" w:hAnsi="Verdana" w:cs="Verdana"/>
          <w:color w:val="663300"/>
          <w:sz w:val="22"/>
          <w:szCs w:val="22"/>
        </w:rPr>
      </w:pP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521"/>
        <w:gridCol w:w="2375"/>
      </w:tblGrid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center"/>
              <w:rPr>
                <w:b/>
                <w:bCs/>
                <w:sz w:val="28"/>
                <w:szCs w:val="28"/>
              </w:rPr>
            </w:pPr>
            <w:r w:rsidRPr="003A62AE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center"/>
              <w:rPr>
                <w:b/>
                <w:bCs/>
                <w:sz w:val="28"/>
                <w:szCs w:val="28"/>
              </w:rPr>
            </w:pPr>
            <w:r w:rsidRPr="003A62AE">
              <w:rPr>
                <w:b/>
                <w:bCs/>
                <w:sz w:val="28"/>
                <w:szCs w:val="28"/>
              </w:rPr>
              <w:t>Наименование платной услуги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b/>
                <w:bCs/>
                <w:sz w:val="28"/>
                <w:szCs w:val="28"/>
              </w:rPr>
            </w:pPr>
            <w:r w:rsidRPr="003A62AE">
              <w:rPr>
                <w:b/>
                <w:bCs/>
                <w:sz w:val="28"/>
                <w:szCs w:val="28"/>
              </w:rPr>
              <w:t>Стоимость (рублей)</w:t>
            </w:r>
          </w:p>
        </w:tc>
      </w:tr>
      <w:tr w:rsidR="00281BFB">
        <w:tc>
          <w:tcPr>
            <w:tcW w:w="9571" w:type="dxa"/>
            <w:gridSpan w:val="3"/>
          </w:tcPr>
          <w:p w:rsidR="00281BFB" w:rsidRPr="003A62AE" w:rsidRDefault="00281BFB" w:rsidP="003A62AE">
            <w:pPr>
              <w:jc w:val="center"/>
              <w:rPr>
                <w:b/>
                <w:bCs/>
                <w:sz w:val="28"/>
                <w:szCs w:val="28"/>
              </w:rPr>
            </w:pPr>
            <w:r w:rsidRPr="003A62AE">
              <w:rPr>
                <w:b/>
                <w:bCs/>
                <w:sz w:val="28"/>
                <w:szCs w:val="28"/>
              </w:rPr>
              <w:t xml:space="preserve">Групповые занятия 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Ранний английский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Раннее развитие с элементами системы Монтессори, младшая группа (в месяц)</w:t>
            </w:r>
          </w:p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 xml:space="preserve">программа 8 часов </w:t>
            </w:r>
          </w:p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программа 4 часа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</w:p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</w:p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300,00</w:t>
            </w:r>
          </w:p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150,00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Раннее развитие с элементами системы Монтессори, старшая группа (в месяц)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300,00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4.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Творчество для взрослых (в месяц)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5.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Обучение вокалу до 5 лет (в месяц)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200,00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6.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Хореография для дошколят до 5 лет (в месяц)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200,00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7.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Танцевальный фитнес 18+ (в месяц)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700,00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right"/>
              <w:rPr>
                <w:sz w:val="28"/>
                <w:szCs w:val="28"/>
              </w:rPr>
            </w:pPr>
          </w:p>
        </w:tc>
      </w:tr>
      <w:tr w:rsidR="00281BFB">
        <w:tc>
          <w:tcPr>
            <w:tcW w:w="9571" w:type="dxa"/>
            <w:gridSpan w:val="3"/>
          </w:tcPr>
          <w:p w:rsidR="00281BFB" w:rsidRPr="003A62AE" w:rsidRDefault="00281BFB" w:rsidP="003A62AE">
            <w:pPr>
              <w:jc w:val="center"/>
              <w:rPr>
                <w:b/>
                <w:bCs/>
                <w:sz w:val="28"/>
                <w:szCs w:val="28"/>
              </w:rPr>
            </w:pPr>
            <w:r w:rsidRPr="003A62AE">
              <w:rPr>
                <w:b/>
                <w:bCs/>
                <w:sz w:val="28"/>
                <w:szCs w:val="28"/>
              </w:rPr>
              <w:t>Индивидуальные занятия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Иностранный язык. Репетиторство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150,00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Творчество для взрослых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140,00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Обучение вокалу 18+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140,00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4.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Индивидуальные занятия хореографией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140,00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5.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Теннис 18+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140,00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6.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Бадминтон 18+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140,00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7.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Консультация психолога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150,00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8.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Подготовка будущих первоклассников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150,00</w:t>
            </w:r>
          </w:p>
        </w:tc>
      </w:tr>
      <w:tr w:rsidR="00281BFB">
        <w:tc>
          <w:tcPr>
            <w:tcW w:w="675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9.</w:t>
            </w:r>
          </w:p>
        </w:tc>
        <w:tc>
          <w:tcPr>
            <w:tcW w:w="6521" w:type="dxa"/>
          </w:tcPr>
          <w:p w:rsidR="00281BFB" w:rsidRPr="003A62AE" w:rsidRDefault="00281BFB" w:rsidP="003A62AE">
            <w:pPr>
              <w:jc w:val="both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Логопед (за 1 час)</w:t>
            </w:r>
          </w:p>
        </w:tc>
        <w:tc>
          <w:tcPr>
            <w:tcW w:w="2375" w:type="dxa"/>
          </w:tcPr>
          <w:p w:rsidR="00281BFB" w:rsidRPr="003A62AE" w:rsidRDefault="00281BFB" w:rsidP="003A62AE">
            <w:pPr>
              <w:jc w:val="center"/>
              <w:rPr>
                <w:sz w:val="28"/>
                <w:szCs w:val="28"/>
              </w:rPr>
            </w:pPr>
            <w:r w:rsidRPr="003A62AE">
              <w:rPr>
                <w:sz w:val="28"/>
                <w:szCs w:val="28"/>
              </w:rPr>
              <w:t>350,00</w:t>
            </w:r>
          </w:p>
        </w:tc>
      </w:tr>
    </w:tbl>
    <w:p w:rsidR="00281BFB" w:rsidRDefault="00281BFB"/>
    <w:p w:rsidR="00281BFB" w:rsidRDefault="00281BFB"/>
    <w:p w:rsidR="00281BFB" w:rsidRDefault="00281BFB"/>
    <w:p w:rsidR="00281BFB" w:rsidRDefault="00281BFB"/>
    <w:p w:rsidR="00281BFB" w:rsidRPr="009145BA" w:rsidRDefault="00281BFB" w:rsidP="00417CEC">
      <w:pPr>
        <w:rPr>
          <w:b/>
          <w:bCs/>
          <w:sz w:val="28"/>
          <w:szCs w:val="28"/>
        </w:rPr>
      </w:pPr>
      <w:r w:rsidRPr="009145BA">
        <w:rPr>
          <w:b/>
          <w:bCs/>
          <w:sz w:val="28"/>
          <w:szCs w:val="28"/>
        </w:rPr>
        <w:t>Глава Балашовского</w:t>
      </w:r>
    </w:p>
    <w:p w:rsidR="00281BFB" w:rsidRPr="009145BA" w:rsidRDefault="00281BFB" w:rsidP="00417C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9145BA">
        <w:rPr>
          <w:b/>
          <w:bCs/>
          <w:sz w:val="28"/>
          <w:szCs w:val="28"/>
        </w:rPr>
        <w:t>униципального района</w:t>
      </w:r>
      <w:r w:rsidRPr="009145BA">
        <w:rPr>
          <w:b/>
          <w:bCs/>
          <w:sz w:val="28"/>
          <w:szCs w:val="28"/>
        </w:rPr>
        <w:tab/>
      </w:r>
      <w:r w:rsidRPr="009145BA">
        <w:rPr>
          <w:b/>
          <w:bCs/>
          <w:sz w:val="28"/>
          <w:szCs w:val="28"/>
        </w:rPr>
        <w:tab/>
      </w:r>
      <w:r w:rsidRPr="009145BA">
        <w:rPr>
          <w:b/>
          <w:bCs/>
          <w:sz w:val="28"/>
          <w:szCs w:val="28"/>
        </w:rPr>
        <w:tab/>
      </w:r>
      <w:r w:rsidRPr="009145BA">
        <w:rPr>
          <w:b/>
          <w:bCs/>
          <w:sz w:val="28"/>
          <w:szCs w:val="28"/>
        </w:rPr>
        <w:tab/>
      </w:r>
      <w:r w:rsidRPr="009145B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П.М. Петраков</w:t>
      </w:r>
    </w:p>
    <w:p w:rsidR="00281BFB" w:rsidRDefault="00281BFB"/>
    <w:sectPr w:rsidR="00281BFB" w:rsidSect="00480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06A"/>
    <w:rsid w:val="00165299"/>
    <w:rsid w:val="002252D2"/>
    <w:rsid w:val="00281BFB"/>
    <w:rsid w:val="0028727F"/>
    <w:rsid w:val="003A62AE"/>
    <w:rsid w:val="00417CEC"/>
    <w:rsid w:val="004805BE"/>
    <w:rsid w:val="005B08E0"/>
    <w:rsid w:val="005E006A"/>
    <w:rsid w:val="007064CD"/>
    <w:rsid w:val="00784BA8"/>
    <w:rsid w:val="008F7E52"/>
    <w:rsid w:val="009145BA"/>
    <w:rsid w:val="00C21976"/>
    <w:rsid w:val="00EC661D"/>
    <w:rsid w:val="00F8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06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5E00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E006A"/>
    <w:rPr>
      <w:rFonts w:ascii="Times New Roman" w:hAnsi="Times New Roman" w:cs="Times New Roman"/>
      <w:b/>
      <w:bCs/>
      <w:sz w:val="27"/>
      <w:szCs w:val="27"/>
      <w:lang w:eastAsia="ru-RU"/>
    </w:rPr>
  </w:style>
  <w:style w:type="table" w:styleId="TableGrid">
    <w:name w:val="Table Grid"/>
    <w:basedOn w:val="TableNormal"/>
    <w:uiPriority w:val="99"/>
    <w:rsid w:val="002252D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183</Words>
  <Characters>1047</Characters>
  <Application>Microsoft Office Outlook</Application>
  <DocSecurity>0</DocSecurity>
  <Lines>0</Lines>
  <Paragraphs>0</Paragraphs>
  <ScaleCrop>false</ScaleCrop>
  <Company>Администрация БМР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Эконом</dc:creator>
  <cp:keywords/>
  <dc:description/>
  <cp:lastModifiedBy>Делопроизводство</cp:lastModifiedBy>
  <cp:revision>2</cp:revision>
  <cp:lastPrinted>2017-08-24T12:31:00Z</cp:lastPrinted>
  <dcterms:created xsi:type="dcterms:W3CDTF">2017-08-29T07:00:00Z</dcterms:created>
  <dcterms:modified xsi:type="dcterms:W3CDTF">2017-08-29T07:00:00Z</dcterms:modified>
</cp:coreProperties>
</file>