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ADF" w:rsidRPr="00B041C4" w:rsidRDefault="00EF7ADF" w:rsidP="00280EE4">
      <w:pPr>
        <w:spacing w:after="0" w:line="240" w:lineRule="auto"/>
        <w:ind w:left="5245"/>
        <w:jc w:val="both"/>
        <w:rPr>
          <w:rFonts w:ascii="Times New Roman" w:hAnsi="Times New Roman" w:cs="Times New Roman"/>
          <w:sz w:val="24"/>
          <w:szCs w:val="24"/>
        </w:rPr>
      </w:pPr>
      <w:r w:rsidRPr="00B041C4">
        <w:rPr>
          <w:rFonts w:ascii="Times New Roman" w:hAnsi="Times New Roman" w:cs="Times New Roman"/>
          <w:sz w:val="24"/>
          <w:szCs w:val="24"/>
        </w:rPr>
        <w:t xml:space="preserve">Приложение к распоряжению </w:t>
      </w:r>
    </w:p>
    <w:p w:rsidR="00EF7ADF" w:rsidRPr="00B041C4" w:rsidRDefault="00EF7ADF" w:rsidP="00280EE4">
      <w:pPr>
        <w:spacing w:after="0" w:line="240" w:lineRule="auto"/>
        <w:ind w:left="5245"/>
        <w:jc w:val="both"/>
        <w:rPr>
          <w:rFonts w:ascii="Times New Roman" w:hAnsi="Times New Roman" w:cs="Times New Roman"/>
          <w:sz w:val="24"/>
          <w:szCs w:val="24"/>
        </w:rPr>
      </w:pPr>
      <w:r w:rsidRPr="00B041C4">
        <w:rPr>
          <w:rFonts w:ascii="Times New Roman" w:hAnsi="Times New Roman" w:cs="Times New Roman"/>
          <w:sz w:val="24"/>
          <w:szCs w:val="24"/>
        </w:rPr>
        <w:t xml:space="preserve">администрации Балашовского </w:t>
      </w:r>
    </w:p>
    <w:p w:rsidR="00EF7ADF" w:rsidRPr="00B041C4" w:rsidRDefault="00EF7ADF" w:rsidP="00280EE4">
      <w:pPr>
        <w:spacing w:after="0" w:line="240" w:lineRule="auto"/>
        <w:ind w:left="5245"/>
        <w:jc w:val="both"/>
        <w:rPr>
          <w:rFonts w:ascii="Times New Roman" w:hAnsi="Times New Roman" w:cs="Times New Roman"/>
          <w:sz w:val="24"/>
          <w:szCs w:val="24"/>
        </w:rPr>
      </w:pPr>
      <w:r w:rsidRPr="00B041C4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:rsidR="00EF7ADF" w:rsidRPr="00B041C4" w:rsidRDefault="00EF7ADF" w:rsidP="00280EE4">
      <w:pPr>
        <w:spacing w:after="0" w:line="240" w:lineRule="auto"/>
        <w:ind w:left="52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B041C4">
        <w:rPr>
          <w:rFonts w:ascii="Times New Roman" w:hAnsi="Times New Roman" w:cs="Times New Roman"/>
          <w:sz w:val="24"/>
          <w:szCs w:val="24"/>
        </w:rPr>
        <w:t>т_</w:t>
      </w:r>
      <w:r>
        <w:rPr>
          <w:rFonts w:ascii="Times New Roman" w:hAnsi="Times New Roman" w:cs="Times New Roman"/>
          <w:sz w:val="24"/>
          <w:szCs w:val="24"/>
        </w:rPr>
        <w:t>01.02.2019 г.</w:t>
      </w:r>
      <w:r w:rsidRPr="00B041C4">
        <w:rPr>
          <w:rFonts w:ascii="Times New Roman" w:hAnsi="Times New Roman" w:cs="Times New Roman"/>
          <w:sz w:val="24"/>
          <w:szCs w:val="24"/>
        </w:rPr>
        <w:t>_ № _</w:t>
      </w:r>
      <w:r>
        <w:rPr>
          <w:rFonts w:ascii="Times New Roman" w:hAnsi="Times New Roman" w:cs="Times New Roman"/>
          <w:sz w:val="24"/>
          <w:szCs w:val="24"/>
        </w:rPr>
        <w:t>152-р</w:t>
      </w:r>
      <w:r w:rsidRPr="00B041C4">
        <w:rPr>
          <w:rFonts w:ascii="Times New Roman" w:hAnsi="Times New Roman" w:cs="Times New Roman"/>
          <w:sz w:val="24"/>
          <w:szCs w:val="24"/>
        </w:rPr>
        <w:t>_</w:t>
      </w:r>
    </w:p>
    <w:p w:rsidR="00EF7ADF" w:rsidRDefault="00EF7ADF" w:rsidP="00F453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F7ADF" w:rsidRPr="00B041C4" w:rsidRDefault="00EF7ADF" w:rsidP="00F453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61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7"/>
        <w:gridCol w:w="6389"/>
      </w:tblGrid>
      <w:tr w:rsidR="00EF7ADF" w:rsidRPr="00C34AAC">
        <w:tc>
          <w:tcPr>
            <w:tcW w:w="3227" w:type="dxa"/>
          </w:tcPr>
          <w:p w:rsidR="00EF7ADF" w:rsidRPr="00C34AAC" w:rsidRDefault="00EF7ADF" w:rsidP="00C34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6389" w:type="dxa"/>
          </w:tcPr>
          <w:p w:rsidR="00EF7ADF" w:rsidRPr="00C34AAC" w:rsidRDefault="00EF7ADF" w:rsidP="00C34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улиц, переулков, тупиков, проездов</w:t>
            </w:r>
          </w:p>
        </w:tc>
      </w:tr>
      <w:tr w:rsidR="00EF7ADF" w:rsidRPr="00C34AAC">
        <w:tc>
          <w:tcPr>
            <w:tcW w:w="9616" w:type="dxa"/>
            <w:gridSpan w:val="2"/>
          </w:tcPr>
          <w:p w:rsidR="00EF7ADF" w:rsidRPr="00C34AAC" w:rsidRDefault="00EF7ADF" w:rsidP="00C34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ГРАНИЦЫ МИКРОРАЙОНОВ ШКОЛ ГОРОДА</w:t>
            </w:r>
          </w:p>
          <w:p w:rsidR="00EF7ADF" w:rsidRPr="00C34AAC" w:rsidRDefault="00EF7ADF" w:rsidP="00C34A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7ADF" w:rsidRPr="00C34AAC">
        <w:tc>
          <w:tcPr>
            <w:tcW w:w="3227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</w:t>
            </w: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Гимназия 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им. Героя Советского Союза </w:t>
            </w: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Ю.А. Гарнаева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г. Балашова Саратовской области»</w:t>
            </w:r>
          </w:p>
        </w:tc>
        <w:tc>
          <w:tcPr>
            <w:tcW w:w="6389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Улицы: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Ленина с 1-37 и со 2-48,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Володарского с 39 и с 42 до конца,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Рабочая с 46 и с 51 до конца,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Пугачевская с 315 и с 342 до конца,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Коммунистическая с 1-97 и со 2-110,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30 лет Победы с 212 до конца,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Пензенская с 1-15 и со 2-16,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2-я Хоперская, Озерная, Фабричная, Рылеева, Хоперская, Матросова - полностью,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Ревякина с 1-123 и со 2-120,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Шатилова с 1-25 и со 2-32,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Ртищевская с 1-81 и со 2-90,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Нижняя с 1-45 и со 2-48,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Гагарина с 69 -179 и с 132-210,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Пушкина с 62 и с 55 до конца,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Советская со 163 и 170 до конца.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Переулки: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Гагарина, Западный, Ртищевский, Матросова, Озерный, Нижний, Ревякина, Н-Хоперский.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Тупик: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Красный.</w:t>
            </w:r>
          </w:p>
        </w:tc>
      </w:tr>
      <w:tr w:rsidR="00EF7ADF" w:rsidRPr="00C34AAC">
        <w:tc>
          <w:tcPr>
            <w:tcW w:w="3227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</w:t>
            </w: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Гимназия №1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>» г. Балашова Саратовской области</w:t>
            </w:r>
          </w:p>
        </w:tc>
        <w:tc>
          <w:tcPr>
            <w:tcW w:w="6389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Улицы: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Проспект Космонавтов №№ 2, 4, 6, 16, 16а, 18, 20,24;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50 лет ВЛКСМ №№ 1, 3, 5, 7, 9, 11;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Энтузиастов №№ 6, 8, 8а, 10, 10а, 12, 14, 16;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Юбилейная №№ 1, 24, 26, 28;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Ртищевское шоссе №№ 1, 3, 5, 7;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Саратовское шоссе №№ 3, 5, 7;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Строителей №№ 3, 5, 6.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Фестивальная №№ 1, 1а, 3, 4, 5, 6, 7, 8, 9, 10.</w:t>
            </w:r>
          </w:p>
        </w:tc>
      </w:tr>
      <w:tr w:rsidR="00EF7ADF" w:rsidRPr="00C34AAC">
        <w:tc>
          <w:tcPr>
            <w:tcW w:w="3227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</w:t>
            </w: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Лицей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>» г. Балашова Саратовской области</w:t>
            </w:r>
          </w:p>
        </w:tc>
        <w:tc>
          <w:tcPr>
            <w:tcW w:w="6389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Улицы: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К.Маркса с 65-69 и с 38-96;65-95;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30 лет Победы с 27-129 и с 22-62;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Исипина, Агеева, Лермонтова, Захарова, Трудовая, Чапаева, Розы Люксембург, Первомайская, Кооперативная, Октябрьская, Тараканова, Вокзальная, Чернышевского, Орджоникидзе, Вишневая, Депутатская, Калинина, Колхозная, Красина, Софинского, Деповская, Тупиковая, Б.Садовая, Шевченко, Щербакова, Клубная площадь, Ф.Энгельса - полностью,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Территория кирпичного завода.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Переулки: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Глебовский, Сакко и Ванцетти - нечетная сторона, Петровский, Котовского, Ключевой, Тараканова, Лагерный, Вокзальный, Чернышевский.</w:t>
            </w:r>
          </w:p>
        </w:tc>
      </w:tr>
      <w:tr w:rsidR="00EF7ADF" w:rsidRPr="00C34AAC">
        <w:tc>
          <w:tcPr>
            <w:tcW w:w="3227" w:type="dxa"/>
          </w:tcPr>
          <w:p w:rsidR="00EF7ADF" w:rsidRPr="00C34AAC" w:rsidRDefault="00EF7ADF" w:rsidP="00C34AAC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"Средняя общеобразовательная </w:t>
            </w: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школа № 3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г. Балашова Саратовской области"</w:t>
            </w:r>
          </w:p>
        </w:tc>
        <w:tc>
          <w:tcPr>
            <w:tcW w:w="6389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Улицы: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50 лет ВЛКСМ №№ 15, 19, 21, 21а,17;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Проспект Космонавтов №№ 3, 5, 7, 9;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Энтузиастов №№ 20, 30, 30а, 32а;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Юбилейная №№ 30-42; 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Орджоникидзе №№ с 1-5 и с 4-8, и 12, 12а, 12б, и с 14-20;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Пригородная №№ 1,27</w:t>
            </w:r>
          </w:p>
        </w:tc>
      </w:tr>
      <w:tr w:rsidR="00EF7ADF" w:rsidRPr="00C34AAC">
        <w:tc>
          <w:tcPr>
            <w:tcW w:w="3227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"Средняя общеобразовательная </w:t>
            </w: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школа № 5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г. Балашова Саратовской области"</w:t>
            </w:r>
          </w:p>
        </w:tc>
        <w:tc>
          <w:tcPr>
            <w:tcW w:w="6389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Улицы: 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Володарского с 1-37 и со 2-40;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Луначарского с 1-45 и со 2-48;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Пугачевская с 221-313 и с 238-340;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К.Маркса с 1-25 и со 2-16;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Урицкого с 1-69 и со 2-64;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Советская с 1-161 и со 2-168;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Северная со 121 и со 150 до конца;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Интернациональная с 1-31 и со 2-60;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9-е Января со 175 и со 186 до конца;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Есенина с 1-13 и со 2-14;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Красавская со 128 и со 117 до конца;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Тургенева, Горная, 1-я, 2-я Набережная, Береговая, Луговая, Лесная, Мостовая, Совхозная, 8-е Марта - полностью.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Переулки: 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>Пугачевский, Тургенева, Совхозный, Урицкого, Огородный, Школьный, Въезжий, Лесной, Рыбный, Крымский, Мостовой, Лопатинский, Майский, Горный, Водный, М.Луначарского</w:t>
            </w:r>
          </w:p>
        </w:tc>
      </w:tr>
      <w:tr w:rsidR="00EF7ADF" w:rsidRPr="00C34AAC">
        <w:tc>
          <w:tcPr>
            <w:tcW w:w="3227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"Средняя общеобразовательная </w:t>
            </w: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школа № 6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г. Балашова Саратовской области имени Крылова И.В."</w:t>
            </w:r>
          </w:p>
        </w:tc>
        <w:tc>
          <w:tcPr>
            <w:tcW w:w="6389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Улицы: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Ленина с 39-159 и с 50-158;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Коммунистическая с 99 и с 112 до конца;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Ревякина со 125 и со 122 до конца;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Шатилова с 27 и с 34 до конца;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Нижняя с 47 и с 50 до конца;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Ртищевская с 83 и с 92 до конца;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30 лет Победы со 157 и до конца;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Пензенская с 17 и с 18 до конца;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Красноармейская, Горохова, Пролетарская, Уральская, Спартаковская, М.Спартаковская, Крайняя - полностью.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Переулки: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Родничковский, Красноармейский, Безымянный, Крайний, Малый, 2-ой Пролетарский, Спартаковский.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Проезд: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Пролетарский.</w:t>
            </w:r>
          </w:p>
        </w:tc>
      </w:tr>
      <w:tr w:rsidR="00EF7ADF" w:rsidRPr="00C34AAC">
        <w:tc>
          <w:tcPr>
            <w:tcW w:w="3227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"Средняя общеобразовательная </w:t>
            </w: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школа № 7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г. Балашова Саратовской области"</w:t>
            </w:r>
          </w:p>
        </w:tc>
        <w:tc>
          <w:tcPr>
            <w:tcW w:w="6389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Улицы: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Рабочая с 1-41 и со 2-40;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Пушкина с 1-53 и со 2-60;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К.Маркса с 18-36 и с 27 - 63;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30 лет Победы со 131 - 155 и с 64-210;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Луначарского с 48-92 и с 53-83;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Урицкого с 66-134 и с 71-149;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Интернациональная с 62-112 и с 33-107;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Гагарина с 1-67 и со 2-130.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Мичурина, Республиканская, Фомина, М.Интернациональная - полностью.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Переулки: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Варшавский, Пушкинский, М. Интернациональный, Урицкого, Республиканский, Ерминихинский, Устиновский, Мичурина.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Проезд: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Пионерский.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Тупики: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Пушкинский, 2-ой Пушкинский.</w:t>
            </w:r>
          </w:p>
        </w:tc>
      </w:tr>
      <w:tr w:rsidR="00EF7ADF" w:rsidRPr="00C34AAC">
        <w:tc>
          <w:tcPr>
            <w:tcW w:w="3227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общеобразовательного учреждение «Средняя общеобразовательная </w:t>
            </w: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школа №9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имени П.А. Столыпина г. Балашова Саратовской области»</w:t>
            </w:r>
          </w:p>
        </w:tc>
        <w:tc>
          <w:tcPr>
            <w:tcW w:w="6389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Улицы: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Пугачевская с 21-219 и с 22-236;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Северная с 1-119 и со 2-148;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Красавская с 1-115 и со 2-126;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Орджоникидзе с 17-65 и с 20-112;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9-е Января с 1-173 и со 2-184.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Астраханская, Павлова, Верхняя, Народная, Декабристов, Чехова, Черняховского, Островского, Камышинская, Еланская, Есенина, Затонская, Саратовская, Макаренко, Симбирская, Б.Революционная, Гвардейская, Полярная, Коммунаров, М.Революционная, 1-я, 2-я Овражная, ШМАСС 2/45, 2/47, 2/139.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Переулки: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Макаренко, Чистый, Мирный, Народный, Верхний, 1-й и 2-й Полярный, Орджоникидзе, Затонский, Саратовский, Козловский, Астраханский, Коммунаров, Революционный, Гвардейский, Кузнечный, Симбирский, Светлый, 9-е Января, Юных Натуралистов.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Проезды: 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Коммунаров, М.Революционный, Революционный, Астраханский.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Тупики: 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Пригородный, Симбирский, Гвардейский. </w:t>
            </w:r>
          </w:p>
        </w:tc>
      </w:tr>
      <w:tr w:rsidR="00EF7ADF" w:rsidRPr="00C34AAC">
        <w:tc>
          <w:tcPr>
            <w:tcW w:w="3227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"Средняя общеобразовательная </w:t>
            </w: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школа № 12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г. Балашова Саратовской области"</w:t>
            </w:r>
          </w:p>
        </w:tc>
        <w:tc>
          <w:tcPr>
            <w:tcW w:w="6389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Улицы: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Территория военного городка,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Орджоникидзе №№ 7-15;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Шоссейная №№ 3, 6, 8, 10, 10а, 10б, 11;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30-лет Победы с 1-25 и со 2-20;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Автомобилистов №№ 3, 5, 14;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Спортивная, Тимирязева, Титова, Менделеева, Пригородная, Энергетическая, Грейдерная - полностью.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Переулки: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Титова, Энергетический, Тимирязева, Грейдерный, Железнодорожный пост 211 км. </w:t>
            </w:r>
          </w:p>
        </w:tc>
      </w:tr>
      <w:tr w:rsidR="00EF7ADF" w:rsidRPr="00C34AAC">
        <w:tc>
          <w:tcPr>
            <w:tcW w:w="3227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"Средняя общеобразовательная </w:t>
            </w: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школа № 15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г. Балашова Саратовской области"</w:t>
            </w:r>
          </w:p>
        </w:tc>
        <w:tc>
          <w:tcPr>
            <w:tcW w:w="6389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Улицы: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Фестивальная с 14-23, 14а, 23а;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Строителей №№ 6а, 6б, 7, 8, 9;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Пугачевская с 1-17 и со 2-20;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Пр-т Космонавтов, 19, 23а;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Молодежная № 7;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Проспект Космонавтов №№ 15, 15а, 17, 21;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Вольская, Высотная, Восточная, Индустриальная, Текстильная, Челюскинцев, Школьная, Цветочная, Казачья, Годыны – полностью.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Переулок: 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Молодежный, Высотный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Проезды: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Текстильный, Северный, Больничный, Индустриальный, Высотный, Строительный</w:t>
            </w:r>
          </w:p>
        </w:tc>
      </w:tr>
      <w:tr w:rsidR="00EF7ADF" w:rsidRPr="00C34AAC">
        <w:tc>
          <w:tcPr>
            <w:tcW w:w="3227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"Средняя общеобразовательная </w:t>
            </w: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школа № 16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г. Балашова Саратовской области"</w:t>
            </w:r>
          </w:p>
        </w:tc>
        <w:tc>
          <w:tcPr>
            <w:tcW w:w="6389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Улицы: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Романова, Привокзальная, Мельничная, 167-ой Стрелковой дивизии, Ст. Разина, Софинского (кроме 1,2,3,5), Нефтяная, 1-я, 2-я и 3-я Заводская, Яблочкова - полностью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Переулки: 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Мельничный, 2-ой Новый, Резервный, 1 -ый и 2-ой Заводской, Железнодорожные Посты 4, 202, 204, 205, 206, 463 км.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Тупик: 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>Резервный.</w:t>
            </w:r>
          </w:p>
        </w:tc>
      </w:tr>
      <w:tr w:rsidR="00EF7ADF" w:rsidRPr="00C34AAC">
        <w:tc>
          <w:tcPr>
            <w:tcW w:w="3227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"Средняя общеобразовательная </w:t>
            </w: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школа № 17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г. Балашова Саратовской области"</w:t>
            </w:r>
          </w:p>
        </w:tc>
        <w:tc>
          <w:tcPr>
            <w:tcW w:w="6389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Улицы: 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Аэродромная - полностью;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Бестужева с 1-73 и со 2-62;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Белозерцева с 1 -27 и со 2-26;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Белинского с 1-41 и со 2-34;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Весенняя с 1-15 и со 2-16;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Ветлянская с 1-16;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Герцена с 1-29 и со 2-32;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Дачная с 1-19 и со 2-16;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Жуковского с 1-37 и со 2-36;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1-ая Железнодорожная с 1-91 и со 2-40;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Загородная с 1-31 и со 2-30;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Зеленая с 1-19;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Зюльковского с 1-27 и со 2-34;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Кутузова с 1-37 и со 2-72;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Комсомольская с 1-67 и со 2-72;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Крылова с 1-51 и со 2-54;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Ленина со 161-293 и со 160-290;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Ломоносова - полностью;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М.Расковой с 1-59 и со 2-48;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М.Гвардия с 1-35 и со 2-44;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Молодежная со 2-8;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Обухова с 1-23 и со 2-26;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Пражская с 1-21 и со 2-10;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Перова с 1-21 и со 2-12;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2-ая Полевая с 1-35 и со 2-28;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Поворинская с 1-57 и со 2-36;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Репина с 1-21;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Суворова с 1-59 и со 1-58;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Сенная с 1-21 и со 2-24;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1-ая Степная с 1-21 и со 2-22;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2-ая Степная с 1-17 и со 2-18;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Солнечная с 1-13 и со 2-16;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Радищева с 1-31 и со 2-36;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Чкалова с 1-41 и со 2-42;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Южная с 1-35 и со 2-26; 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Территория химчистки 1,2.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Переулки: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Ветлянский с 1-21;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Железнодорожный с 1-73 и со 2-46;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Зеленый с 1-4; Кутузова с 1-6;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Поворинский с 1-33 и со 2-44;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2-ой Поворинский с 1-25;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Тихий с 1-9 и со 2-4.</w:t>
            </w:r>
          </w:p>
        </w:tc>
      </w:tr>
      <w:tr w:rsidR="00EF7ADF" w:rsidRPr="00C34AAC">
        <w:tc>
          <w:tcPr>
            <w:tcW w:w="9616" w:type="dxa"/>
            <w:gridSpan w:val="2"/>
          </w:tcPr>
          <w:p w:rsidR="00EF7ADF" w:rsidRPr="00C34AAC" w:rsidRDefault="00EF7ADF" w:rsidP="00C34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ГРАНИЦЫ МИКРОРАЙОНОВ ШКОЛ </w:t>
            </w:r>
          </w:p>
          <w:p w:rsidR="00EF7ADF" w:rsidRPr="00C34AAC" w:rsidRDefault="00EF7ADF" w:rsidP="00C34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БАЛАШОВСКОГО МУНИЦИПАЛЬНОГО РАЙОНА</w:t>
            </w:r>
          </w:p>
          <w:p w:rsidR="00EF7ADF" w:rsidRPr="00C34AAC" w:rsidRDefault="00EF7ADF" w:rsidP="00C34A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ADF" w:rsidRPr="00C34AAC">
        <w:tc>
          <w:tcPr>
            <w:tcW w:w="3227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"Средняя общеобразовательная </w:t>
            </w: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школа с. Барки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Балашовского района Саратовской области"</w:t>
            </w:r>
          </w:p>
        </w:tc>
        <w:tc>
          <w:tcPr>
            <w:tcW w:w="6389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с. Барки,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с. Устиновка,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с. Новая Глебовка,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п. Разумный Труд,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>с. Степное.</w:t>
            </w:r>
          </w:p>
        </w:tc>
      </w:tr>
      <w:tr w:rsidR="00EF7ADF" w:rsidRPr="00C34AAC">
        <w:tc>
          <w:tcPr>
            <w:tcW w:w="3227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"Средняя общеобразовательная </w:t>
            </w: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школа с.Большой Мелик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Балашовского района Саратовской области"</w:t>
            </w:r>
          </w:p>
        </w:tc>
        <w:tc>
          <w:tcPr>
            <w:tcW w:w="6389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с. Большой Мелик,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п. Ключи,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с. Малый Мелик,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>п. Выселки</w:t>
            </w:r>
          </w:p>
        </w:tc>
      </w:tr>
      <w:tr w:rsidR="00EF7ADF" w:rsidRPr="00C34AAC">
        <w:tc>
          <w:tcPr>
            <w:tcW w:w="3227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"Средняя общеобразовательная </w:t>
            </w: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школа п.Восход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Балашовского района Саратовской области"</w:t>
            </w:r>
          </w:p>
        </w:tc>
        <w:tc>
          <w:tcPr>
            <w:tcW w:w="6389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>п. Восход</w:t>
            </w:r>
          </w:p>
        </w:tc>
      </w:tr>
      <w:tr w:rsidR="00EF7ADF" w:rsidRPr="00C34AAC">
        <w:tc>
          <w:tcPr>
            <w:tcW w:w="3227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"Средняя общеобразовательная </w:t>
            </w: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школа с.Данилкино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Балашовского района Саратовской области"</w:t>
            </w:r>
          </w:p>
        </w:tc>
        <w:tc>
          <w:tcPr>
            <w:tcW w:w="6389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с. Данилкино,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>п. Пичурино.</w:t>
            </w:r>
          </w:p>
        </w:tc>
      </w:tr>
      <w:tr w:rsidR="00EF7ADF" w:rsidRPr="00C34AAC">
        <w:tc>
          <w:tcPr>
            <w:tcW w:w="3227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"Средняя общеобразовательная школа п.Красная Кудрявка Балашовского района Саратовской области"</w:t>
            </w:r>
          </w:p>
        </w:tc>
        <w:tc>
          <w:tcPr>
            <w:tcW w:w="6389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п. Красная Кудрявка,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>п. Красная Заря</w:t>
            </w:r>
          </w:p>
        </w:tc>
      </w:tr>
      <w:tr w:rsidR="00EF7ADF" w:rsidRPr="00C34AAC">
        <w:tc>
          <w:tcPr>
            <w:tcW w:w="3227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"Средняя общеобразовательная </w:t>
            </w: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школа с.Лесное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Балашовского района Саратовской области"</w:t>
            </w:r>
          </w:p>
        </w:tc>
        <w:tc>
          <w:tcPr>
            <w:tcW w:w="6389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с. Лесное,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с. Рассказань,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>п. Конный</w:t>
            </w:r>
          </w:p>
        </w:tc>
      </w:tr>
      <w:tr w:rsidR="00EF7ADF" w:rsidRPr="00C34AAC">
        <w:tc>
          <w:tcPr>
            <w:tcW w:w="3227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"Средняя общеобразовательная </w:t>
            </w: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школа с.Малая Семеновка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Балашовского района Саратовской области"</w:t>
            </w:r>
          </w:p>
        </w:tc>
        <w:tc>
          <w:tcPr>
            <w:tcW w:w="6389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с. Малая Семеновка,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с. Березовка,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>с. Гусевка</w:t>
            </w:r>
          </w:p>
        </w:tc>
      </w:tr>
      <w:tr w:rsidR="00EF7ADF" w:rsidRPr="00C34AAC">
        <w:tc>
          <w:tcPr>
            <w:tcW w:w="3227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"Средняя общеобразовательная </w:t>
            </w: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школа п.Октябрьский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Балашовского района Саратовской области"</w:t>
            </w:r>
          </w:p>
        </w:tc>
        <w:tc>
          <w:tcPr>
            <w:tcW w:w="6389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п. Октябрьский,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>с. Репная Вершина,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п. Ириновский,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>п. Садовый</w:t>
            </w:r>
          </w:p>
        </w:tc>
      </w:tr>
      <w:tr w:rsidR="00EF7ADF" w:rsidRPr="00C34AAC">
        <w:tc>
          <w:tcPr>
            <w:tcW w:w="3227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"Средняя общеобразовательная </w:t>
            </w: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школа с.Пады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Балашовского района Саратовской области"</w:t>
            </w:r>
          </w:p>
        </w:tc>
        <w:tc>
          <w:tcPr>
            <w:tcW w:w="6389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>с. Пады</w:t>
            </w:r>
          </w:p>
        </w:tc>
      </w:tr>
      <w:tr w:rsidR="00EF7ADF" w:rsidRPr="00C34AAC">
        <w:tc>
          <w:tcPr>
            <w:tcW w:w="3227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"Средняя общеобразовательная </w:t>
            </w: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школа п.Первомайский 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>Балашовского района Саратовской области"</w:t>
            </w:r>
          </w:p>
        </w:tc>
        <w:tc>
          <w:tcPr>
            <w:tcW w:w="6389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п. Первомайский,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с. Ивановка,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>хутор Григорьевский</w:t>
            </w:r>
          </w:p>
        </w:tc>
      </w:tr>
      <w:tr w:rsidR="00EF7ADF" w:rsidRPr="00C34AAC">
        <w:tc>
          <w:tcPr>
            <w:tcW w:w="3227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"Средняя общеобразовательная </w:t>
            </w: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школа р.п.Пинеровка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Балашовского района Саратовской области"</w:t>
            </w:r>
          </w:p>
        </w:tc>
        <w:tc>
          <w:tcPr>
            <w:tcW w:w="6389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>р/п Пинеровка,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>с. Лопатино</w:t>
            </w:r>
          </w:p>
        </w:tc>
      </w:tr>
      <w:tr w:rsidR="00EF7ADF" w:rsidRPr="00C34AAC">
        <w:tc>
          <w:tcPr>
            <w:tcW w:w="3227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"Средняя общеобразовательная </w:t>
            </w: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школа с.Репное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Балашовского района Саратовской области"</w:t>
            </w:r>
          </w:p>
        </w:tc>
        <w:tc>
          <w:tcPr>
            <w:tcW w:w="6389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с. Репное,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>с. Заречное</w:t>
            </w:r>
          </w:p>
        </w:tc>
      </w:tr>
      <w:tr w:rsidR="00EF7ADF" w:rsidRPr="00C34AAC">
        <w:tc>
          <w:tcPr>
            <w:tcW w:w="3227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"Средняя общеобразовательная </w:t>
            </w: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школа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имени Всеволода Павловича Сергеева </w:t>
            </w: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с.Родничок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Балашовского района Саратовской области"</w:t>
            </w:r>
          </w:p>
        </w:tc>
        <w:tc>
          <w:tcPr>
            <w:tcW w:w="6389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>с. Родничок,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>с. Кардаил</w:t>
            </w:r>
          </w:p>
        </w:tc>
      </w:tr>
      <w:tr w:rsidR="00EF7ADF" w:rsidRPr="00C34AAC">
        <w:tc>
          <w:tcPr>
            <w:tcW w:w="3227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"Средняя общеобразовательная </w:t>
            </w: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школа п.Соцземледельский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Балашовского района Саратовской области"</w:t>
            </w:r>
          </w:p>
        </w:tc>
        <w:tc>
          <w:tcPr>
            <w:tcW w:w="6389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п. Соцземледельский,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с. Львовка,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>с. Ленино</w:t>
            </w:r>
          </w:p>
        </w:tc>
      </w:tr>
      <w:tr w:rsidR="00EF7ADF" w:rsidRPr="00C34AAC">
        <w:tc>
          <w:tcPr>
            <w:tcW w:w="3227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"Средняя общеобразовательная </w:t>
            </w: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школа с.Старый Хопер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Балашовского района Саратовской области"</w:t>
            </w:r>
          </w:p>
        </w:tc>
        <w:tc>
          <w:tcPr>
            <w:tcW w:w="6389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>с. Старый Хопер</w:t>
            </w:r>
          </w:p>
        </w:tc>
      </w:tr>
      <w:tr w:rsidR="00EF7ADF" w:rsidRPr="00C34AAC">
        <w:tc>
          <w:tcPr>
            <w:tcW w:w="3227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"Средняя общеобразовательная </w:t>
            </w: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школа с.Сухая Елань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Балашовского района Саратовской области"</w:t>
            </w:r>
          </w:p>
        </w:tc>
        <w:tc>
          <w:tcPr>
            <w:tcW w:w="6389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с. Сухая Елань,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>п. Спартак</w:t>
            </w:r>
          </w:p>
        </w:tc>
      </w:tr>
      <w:tr w:rsidR="00EF7ADF" w:rsidRPr="00C34AAC">
        <w:tc>
          <w:tcPr>
            <w:tcW w:w="3227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"Средняя общеобразовательная </w:t>
            </w: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школа с.Терновка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Балашовского района Саратовской области"</w:t>
            </w:r>
          </w:p>
        </w:tc>
        <w:tc>
          <w:tcPr>
            <w:tcW w:w="6389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с. Терновка,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>с. Михайловка</w:t>
            </w:r>
          </w:p>
        </w:tc>
      </w:tr>
      <w:tr w:rsidR="00EF7ADF" w:rsidRPr="00C34AAC">
        <w:tc>
          <w:tcPr>
            <w:tcW w:w="3227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"Средняя общеобразовательная </w:t>
            </w: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школа с. Тростянка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Балашовского района Саратовской области"</w:t>
            </w:r>
          </w:p>
        </w:tc>
        <w:tc>
          <w:tcPr>
            <w:tcW w:w="6389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>с. Тростянка</w:t>
            </w:r>
          </w:p>
        </w:tc>
      </w:tr>
      <w:tr w:rsidR="00EF7ADF" w:rsidRPr="00C34AAC">
        <w:tc>
          <w:tcPr>
            <w:tcW w:w="3227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"Средняя общеобразовательная </w:t>
            </w: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школа с.Хоперское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Балашовского района Саратовской области"</w:t>
            </w:r>
          </w:p>
        </w:tc>
        <w:tc>
          <w:tcPr>
            <w:tcW w:w="6389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с. Хоперское,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>п. Трудовой</w:t>
            </w:r>
          </w:p>
        </w:tc>
      </w:tr>
      <w:tr w:rsidR="00EF7ADF" w:rsidRPr="00C34AAC">
        <w:tc>
          <w:tcPr>
            <w:tcW w:w="3227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"Основная общеобразовательная </w:t>
            </w: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школа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имени Героя Советского Союза Привалова Ивана Михайловича  </w:t>
            </w: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с.Алмазово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Балашовского района Саратовской области"</w:t>
            </w:r>
          </w:p>
        </w:tc>
        <w:tc>
          <w:tcPr>
            <w:tcW w:w="6389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>с. Алмазово</w:t>
            </w:r>
          </w:p>
        </w:tc>
      </w:tr>
      <w:tr w:rsidR="00EF7ADF" w:rsidRPr="00C34AAC">
        <w:tc>
          <w:tcPr>
            <w:tcW w:w="3227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"Основная общеобразовательная </w:t>
            </w: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школа п.Ветельный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Балашовского района Саратовской области"</w:t>
            </w:r>
          </w:p>
        </w:tc>
        <w:tc>
          <w:tcPr>
            <w:tcW w:w="6389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>п. Ветельный</w:t>
            </w:r>
          </w:p>
        </w:tc>
      </w:tr>
      <w:tr w:rsidR="00EF7ADF" w:rsidRPr="00C34AAC">
        <w:tc>
          <w:tcPr>
            <w:tcW w:w="3227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"Основная общеобразовательная </w:t>
            </w: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школа с. Дуплятка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Балашовского района Саратовской области"</w:t>
            </w:r>
          </w:p>
        </w:tc>
        <w:tc>
          <w:tcPr>
            <w:tcW w:w="6389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>с. Дуплятка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ADF" w:rsidRPr="00C34AAC">
        <w:tc>
          <w:tcPr>
            <w:tcW w:w="3227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"Основная общеобразовательная </w:t>
            </w: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школа с.Котоврас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 Балашовского района Саратовской области"</w:t>
            </w:r>
          </w:p>
        </w:tc>
        <w:tc>
          <w:tcPr>
            <w:tcW w:w="6389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>с. Котоврас</w:t>
            </w:r>
          </w:p>
        </w:tc>
      </w:tr>
      <w:tr w:rsidR="00EF7ADF" w:rsidRPr="00C34AAC">
        <w:tc>
          <w:tcPr>
            <w:tcW w:w="3227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"Основная общеобразовательная </w:t>
            </w:r>
            <w:r w:rsidRPr="00C34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школа с.Новопокровское </w:t>
            </w: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>Балашовского района Саратовской области"</w:t>
            </w:r>
          </w:p>
        </w:tc>
        <w:tc>
          <w:tcPr>
            <w:tcW w:w="6389" w:type="dxa"/>
          </w:tcPr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с. Новопокровское,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 xml:space="preserve">п. Александровский, </w:t>
            </w:r>
          </w:p>
          <w:p w:rsidR="00EF7ADF" w:rsidRPr="00C34AAC" w:rsidRDefault="00EF7ADF" w:rsidP="00C34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AAC">
              <w:rPr>
                <w:rFonts w:ascii="Times New Roman" w:hAnsi="Times New Roman" w:cs="Times New Roman"/>
                <w:sz w:val="24"/>
                <w:szCs w:val="24"/>
              </w:rPr>
              <w:t>с. Белозерка</w:t>
            </w:r>
          </w:p>
        </w:tc>
      </w:tr>
    </w:tbl>
    <w:p w:rsidR="00EF7ADF" w:rsidRDefault="00EF7ADF" w:rsidP="00F453E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F7ADF" w:rsidRDefault="00EF7ADF" w:rsidP="00F453E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F7ADF" w:rsidRPr="00B041C4" w:rsidRDefault="00EF7ADF" w:rsidP="00F453E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041C4">
        <w:rPr>
          <w:rFonts w:ascii="Times New Roman" w:hAnsi="Times New Roman" w:cs="Times New Roman"/>
          <w:b/>
          <w:bCs/>
          <w:sz w:val="28"/>
          <w:szCs w:val="28"/>
        </w:rPr>
        <w:t xml:space="preserve">Заместитель главы </w:t>
      </w:r>
    </w:p>
    <w:p w:rsidR="00EF7ADF" w:rsidRPr="00B041C4" w:rsidRDefault="00EF7ADF" w:rsidP="00F453E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041C4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Балашовского </w:t>
      </w:r>
    </w:p>
    <w:p w:rsidR="00EF7ADF" w:rsidRPr="00B041C4" w:rsidRDefault="00EF7ADF" w:rsidP="00F453E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041C4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района </w:t>
      </w:r>
    </w:p>
    <w:p w:rsidR="00EF7ADF" w:rsidRDefault="00EF7ADF" w:rsidP="00280EE4">
      <w:pPr>
        <w:spacing w:after="0" w:line="240" w:lineRule="auto"/>
      </w:pPr>
      <w:r w:rsidRPr="00B041C4">
        <w:rPr>
          <w:rFonts w:ascii="Times New Roman" w:hAnsi="Times New Roman" w:cs="Times New Roman"/>
          <w:b/>
          <w:bCs/>
          <w:sz w:val="28"/>
          <w:szCs w:val="28"/>
        </w:rPr>
        <w:t xml:space="preserve">по социальным вопросам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О.А. Дубовенко</w:t>
      </w:r>
    </w:p>
    <w:sectPr w:rsidR="00EF7ADF" w:rsidSect="00B041C4">
      <w:pgSz w:w="11906" w:h="16838"/>
      <w:pgMar w:top="1134" w:right="991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53E1"/>
    <w:rsid w:val="000836C5"/>
    <w:rsid w:val="001D39B0"/>
    <w:rsid w:val="001E0395"/>
    <w:rsid w:val="00217244"/>
    <w:rsid w:val="00262789"/>
    <w:rsid w:val="00280EE4"/>
    <w:rsid w:val="00415D60"/>
    <w:rsid w:val="005F7611"/>
    <w:rsid w:val="006215BB"/>
    <w:rsid w:val="00663C82"/>
    <w:rsid w:val="00780A41"/>
    <w:rsid w:val="007E7237"/>
    <w:rsid w:val="008215EB"/>
    <w:rsid w:val="00B041C4"/>
    <w:rsid w:val="00B06215"/>
    <w:rsid w:val="00B97D1D"/>
    <w:rsid w:val="00C34AAC"/>
    <w:rsid w:val="00C95A14"/>
    <w:rsid w:val="00D71A87"/>
    <w:rsid w:val="00DF2A35"/>
    <w:rsid w:val="00EF2A0A"/>
    <w:rsid w:val="00EF7ADF"/>
    <w:rsid w:val="00F453E1"/>
    <w:rsid w:val="00F568A0"/>
    <w:rsid w:val="00F62543"/>
    <w:rsid w:val="00F84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3E1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453E1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7</Pages>
  <Words>2124</Words>
  <Characters>12107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распоряжению </dc:title>
  <dc:subject/>
  <dc:creator>User</dc:creator>
  <cp:keywords/>
  <dc:description/>
  <cp:lastModifiedBy>Делопроизводство</cp:lastModifiedBy>
  <cp:revision>2</cp:revision>
  <cp:lastPrinted>2019-02-01T07:44:00Z</cp:lastPrinted>
  <dcterms:created xsi:type="dcterms:W3CDTF">2019-02-06T07:32:00Z</dcterms:created>
  <dcterms:modified xsi:type="dcterms:W3CDTF">2019-02-06T07:32:00Z</dcterms:modified>
</cp:coreProperties>
</file>