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-106" w:type="dxa"/>
        <w:tblLook w:val="0000"/>
      </w:tblPr>
      <w:tblGrid>
        <w:gridCol w:w="980"/>
        <w:gridCol w:w="3320"/>
        <w:gridCol w:w="2380"/>
        <w:gridCol w:w="2780"/>
      </w:tblGrid>
      <w:tr w:rsidR="00DF6801" w:rsidRPr="00552B7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_A1_D95"/>
            <w:bookmarkEnd w:id="0"/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к постановлению администрации Балашовского муниципального района</w:t>
            </w:r>
          </w:p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01.03.2019 г. № 132-п</w:t>
            </w:r>
          </w:p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к муниципальной</w:t>
            </w:r>
          </w:p>
        </w:tc>
      </w:tr>
      <w:tr w:rsidR="00DF6801" w:rsidRPr="00552B7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программе "Развитие местного</w:t>
            </w:r>
          </w:p>
        </w:tc>
      </w:tr>
      <w:tr w:rsidR="00DF6801" w:rsidRPr="00552B7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самоуправление в Балашовском</w:t>
            </w:r>
          </w:p>
        </w:tc>
      </w:tr>
      <w:tr w:rsidR="00DF6801" w:rsidRPr="00552B7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районе на 2018-2020 годы"</w:t>
            </w:r>
          </w:p>
        </w:tc>
      </w:tr>
      <w:tr w:rsidR="00DF6801" w:rsidRPr="00552B71">
        <w:trPr>
          <w:trHeight w:val="495"/>
        </w:trPr>
        <w:tc>
          <w:tcPr>
            <w:tcW w:w="9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Система (перечень) мероприятий Программы</w:t>
            </w:r>
          </w:p>
        </w:tc>
      </w:tr>
      <w:tr w:rsidR="00DF6801" w:rsidRPr="00552B71">
        <w:trPr>
          <w:trHeight w:val="14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Срок исполнения (годы)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Объем финансового обеспечения </w:t>
            </w:r>
          </w:p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(тыс. рублей в действующих ценах) </w:t>
            </w:r>
          </w:p>
        </w:tc>
      </w:tr>
      <w:tr w:rsidR="00DF6801" w:rsidRPr="00552B71">
        <w:trPr>
          <w:cantSplit/>
          <w:trHeight w:val="1107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специализированного программного обеспечения и оргтехники, включая региональный и муниципальный компоненты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2 879,0</w:t>
            </w:r>
          </w:p>
        </w:tc>
      </w:tr>
      <w:tr w:rsidR="00DF6801" w:rsidRPr="00552B71">
        <w:trPr>
          <w:cantSplit/>
          <w:trHeight w:val="35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1 498,3</w:t>
            </w:r>
          </w:p>
        </w:tc>
      </w:tr>
      <w:tr w:rsidR="00DF6801" w:rsidRPr="00552B71">
        <w:trPr>
          <w:cantSplit/>
          <w:trHeight w:val="347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1 020,7</w:t>
            </w:r>
          </w:p>
        </w:tc>
      </w:tr>
      <w:tr w:rsidR="00DF6801" w:rsidRPr="00552B71">
        <w:trPr>
          <w:cantSplit/>
          <w:trHeight w:val="35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финансам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1 071,8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827,9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137,2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</w:tr>
      <w:tr w:rsidR="00DF6801" w:rsidRPr="00552B71">
        <w:trPr>
          <w:cantSplit/>
          <w:trHeight w:val="45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сельского хозяйства администрации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DF6801" w:rsidRPr="00552B71">
        <w:trPr>
          <w:cantSplit/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DF6801" w:rsidRPr="00552B71">
        <w:trPr>
          <w:cantSplit/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DF6801" w:rsidRPr="00552B71">
        <w:trPr>
          <w:cantSplit/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801" w:rsidRPr="00552B71" w:rsidRDefault="00DF68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6801" w:rsidRPr="00552B71" w:rsidRDefault="00DF68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6801" w:rsidRPr="00552B71" w:rsidRDefault="00DF68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Балашовского муниципального района</w:t>
            </w:r>
          </w:p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853,7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368,9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389,0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167,5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40,5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86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F6801" w:rsidRPr="00552B71">
        <w:trPr>
          <w:cantSplit/>
          <w:trHeight w:val="35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F6801" w:rsidRPr="00552B71">
        <w:trPr>
          <w:cantSplit/>
          <w:trHeight w:val="348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F6801" w:rsidRPr="00552B71">
        <w:trPr>
          <w:cantSplit/>
          <w:trHeight w:val="359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8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в обеспечении подготовки, переподготовки и повышения квалификации лиц, замещающих выборные муниципальные должности, а также профессиональной подготовки, переподготовки и повышения квалификации муниципальных служащих и работников муниципальных учреждений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501,0</w:t>
            </w:r>
          </w:p>
        </w:tc>
      </w:tr>
      <w:tr w:rsidR="00DF6801" w:rsidRPr="00552B71">
        <w:trPr>
          <w:cantSplit/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135,9</w:t>
            </w:r>
          </w:p>
        </w:tc>
      </w:tr>
      <w:tr w:rsidR="00DF6801" w:rsidRPr="00552B71">
        <w:trPr>
          <w:cantSplit/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DF6801" w:rsidRPr="00552B71">
        <w:trPr>
          <w:cantSplit/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122,1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136,0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финансам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сельского хозяйства администрации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94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по строительству и жилищно-коммунальному  хозяйству, архитектуре и градостроительству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«Административно-хозяйственное управление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4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3 380,0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1 634,2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1 245,8</w:t>
            </w:r>
          </w:p>
        </w:tc>
      </w:tr>
      <w:tr w:rsidR="00DF6801" w:rsidRPr="00552B71">
        <w:trPr>
          <w:cantSplit/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801" w:rsidRPr="00552B71" w:rsidRDefault="00DF6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</w:tbl>
    <w:p w:rsidR="00DF6801" w:rsidRDefault="00DF6801">
      <w:pPr>
        <w:rPr>
          <w:rFonts w:ascii="Times New Roman" w:hAnsi="Times New Roman" w:cs="Times New Roman"/>
        </w:rPr>
      </w:pPr>
    </w:p>
    <w:sectPr w:rsidR="00DF6801" w:rsidSect="002020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05D"/>
    <w:rsid w:val="0020205D"/>
    <w:rsid w:val="002D0B88"/>
    <w:rsid w:val="00552B71"/>
    <w:rsid w:val="00906187"/>
    <w:rsid w:val="00A319F9"/>
    <w:rsid w:val="00D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B8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0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D0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563</Words>
  <Characters>3215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муниципальной</dc:title>
  <dc:subject/>
  <dc:creator>User</dc:creator>
  <cp:keywords/>
  <dc:description/>
  <cp:lastModifiedBy>Делопроизводство</cp:lastModifiedBy>
  <cp:revision>2</cp:revision>
  <cp:lastPrinted>2019-02-25T09:19:00Z</cp:lastPrinted>
  <dcterms:created xsi:type="dcterms:W3CDTF">2019-03-01T11:16:00Z</dcterms:created>
  <dcterms:modified xsi:type="dcterms:W3CDTF">2019-03-01T11:16:00Z</dcterms:modified>
</cp:coreProperties>
</file>